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4E117537" w:rsidR="006E5D65" w:rsidRPr="00106C6D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06C6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106C6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06C6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06C6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06C6D">
        <w:rPr>
          <w:rFonts w:ascii="Times New Roman" w:hAnsi="Times New Roman"/>
          <w:b/>
          <w:bCs/>
          <w:sz w:val="24"/>
          <w:szCs w:val="24"/>
        </w:rPr>
        <w:tab/>
      </w:r>
      <w:r w:rsidR="00D8678B" w:rsidRPr="00106C6D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106C6D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106C6D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106C6D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106C6D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106C6D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106C6D" w:rsidRDefault="0085747A" w:rsidP="00106C6D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06C6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106C6D" w:rsidRDefault="0071620A" w:rsidP="00106C6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06C6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106C6D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106C6D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106C6D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106C6D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106C6D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106C6D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106C6D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0ECA9C7F" w:rsidR="0085747A" w:rsidRPr="00106C6D" w:rsidRDefault="0085747A" w:rsidP="00106C6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06C6D">
        <w:rPr>
          <w:rFonts w:ascii="Times New Roman" w:hAnsi="Times New Roman"/>
          <w:i/>
          <w:sz w:val="24"/>
          <w:szCs w:val="24"/>
        </w:rPr>
        <w:t>(skrajne daty</w:t>
      </w:r>
      <w:r w:rsidRPr="00106C6D">
        <w:rPr>
          <w:rFonts w:ascii="Times New Roman" w:hAnsi="Times New Roman"/>
          <w:sz w:val="24"/>
          <w:szCs w:val="24"/>
        </w:rPr>
        <w:t>)</w:t>
      </w:r>
    </w:p>
    <w:p w14:paraId="0DB1C674" w14:textId="0DE25BA1" w:rsidR="0085747A" w:rsidRPr="00106C6D" w:rsidRDefault="00445970" w:rsidP="00106C6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06C6D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106C6D">
        <w:rPr>
          <w:rFonts w:ascii="Times New Roman" w:hAnsi="Times New Roman"/>
          <w:sz w:val="24"/>
          <w:szCs w:val="24"/>
        </w:rPr>
        <w:t>20</w:t>
      </w:r>
      <w:r w:rsidR="007849AE" w:rsidRPr="00106C6D">
        <w:rPr>
          <w:rFonts w:ascii="Times New Roman" w:hAnsi="Times New Roman"/>
          <w:sz w:val="24"/>
          <w:szCs w:val="24"/>
        </w:rPr>
        <w:t>2</w:t>
      </w:r>
      <w:r w:rsidR="007068B5" w:rsidRPr="00106C6D">
        <w:rPr>
          <w:rFonts w:ascii="Times New Roman" w:hAnsi="Times New Roman"/>
          <w:sz w:val="24"/>
          <w:szCs w:val="24"/>
        </w:rPr>
        <w:t>6</w:t>
      </w:r>
      <w:r w:rsidR="008927D9" w:rsidRPr="00106C6D">
        <w:rPr>
          <w:rFonts w:ascii="Times New Roman" w:hAnsi="Times New Roman"/>
          <w:sz w:val="24"/>
          <w:szCs w:val="24"/>
        </w:rPr>
        <w:t>/202</w:t>
      </w:r>
      <w:r w:rsidR="007068B5" w:rsidRPr="00106C6D">
        <w:rPr>
          <w:rFonts w:ascii="Times New Roman" w:hAnsi="Times New Roman"/>
          <w:sz w:val="24"/>
          <w:szCs w:val="24"/>
        </w:rPr>
        <w:t>7</w:t>
      </w:r>
    </w:p>
    <w:p w14:paraId="7817197E" w14:textId="77777777" w:rsidR="008927D9" w:rsidRPr="00106C6D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106C6D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106C6D">
        <w:rPr>
          <w:szCs w:val="24"/>
        </w:rPr>
        <w:t xml:space="preserve">1. </w:t>
      </w:r>
      <w:r w:rsidR="0085747A" w:rsidRPr="00106C6D">
        <w:rPr>
          <w:szCs w:val="24"/>
        </w:rPr>
        <w:t xml:space="preserve">Podstawowe </w:t>
      </w:r>
      <w:r w:rsidR="00445970" w:rsidRPr="00106C6D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6C6D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106C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5C300FEF" w:rsidR="0085747A" w:rsidRPr="00F146B5" w:rsidRDefault="00A11464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F146B5">
              <w:rPr>
                <w:bCs/>
                <w:sz w:val="24"/>
                <w:szCs w:val="24"/>
              </w:rPr>
              <w:t>Techniki psychodramy w psychoterapii</w:t>
            </w:r>
          </w:p>
        </w:tc>
      </w:tr>
      <w:tr w:rsidR="0085747A" w:rsidRPr="00106C6D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106C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Kod przedmiotu</w:t>
            </w:r>
            <w:r w:rsidR="0085747A" w:rsidRPr="00106C6D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106C6D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106C6D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106C6D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N</w:t>
            </w:r>
            <w:r w:rsidR="0085747A" w:rsidRPr="00106C6D">
              <w:rPr>
                <w:sz w:val="24"/>
                <w:szCs w:val="24"/>
              </w:rPr>
              <w:t>azwa</w:t>
            </w:r>
            <w:r w:rsidR="00C05F44" w:rsidRPr="00106C6D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618E0502" w:rsidR="0085747A" w:rsidRPr="00106C6D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06C6D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5DBC7931" w:rsidR="0085747A" w:rsidRPr="00106C6D" w:rsidRDefault="003077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06C6D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106C6D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P</w:t>
            </w:r>
            <w:r w:rsidR="007849AE" w:rsidRPr="00106C6D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106C6D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106C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106C6D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06C6D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106C6D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106C6D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106C6D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s</w:t>
            </w:r>
            <w:r w:rsidR="008F70AB" w:rsidRPr="00106C6D">
              <w:rPr>
                <w:b w:val="0"/>
                <w:sz w:val="24"/>
                <w:szCs w:val="24"/>
              </w:rPr>
              <w:t>tacjonarn</w:t>
            </w:r>
            <w:r w:rsidR="00A91194" w:rsidRPr="00106C6D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106C6D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Rok i semestr</w:t>
            </w:r>
            <w:r w:rsidR="0030395F" w:rsidRPr="00106C6D">
              <w:rPr>
                <w:sz w:val="24"/>
                <w:szCs w:val="24"/>
              </w:rPr>
              <w:t>/y</w:t>
            </w:r>
            <w:r w:rsidRPr="00106C6D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2184AFD0" w:rsidR="0085747A" w:rsidRPr="00106C6D" w:rsidRDefault="003077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7A5260" w:rsidRPr="00106C6D">
              <w:rPr>
                <w:b w:val="0"/>
                <w:sz w:val="24"/>
                <w:szCs w:val="24"/>
              </w:rPr>
              <w:t>ok</w:t>
            </w:r>
            <w:r w:rsidR="007068B5" w:rsidRPr="00106C6D">
              <w:rPr>
                <w:b w:val="0"/>
                <w:sz w:val="24"/>
                <w:szCs w:val="24"/>
              </w:rPr>
              <w:t xml:space="preserve"> IV</w:t>
            </w:r>
            <w:r w:rsidR="007A5260" w:rsidRPr="00106C6D">
              <w:rPr>
                <w:b w:val="0"/>
                <w:sz w:val="24"/>
                <w:szCs w:val="24"/>
              </w:rPr>
              <w:t>, semestr</w:t>
            </w:r>
            <w:r w:rsidR="007068B5" w:rsidRPr="00106C6D">
              <w:rPr>
                <w:b w:val="0"/>
                <w:sz w:val="24"/>
                <w:szCs w:val="24"/>
              </w:rPr>
              <w:t xml:space="preserve"> </w:t>
            </w:r>
            <w:r w:rsidR="00F146B5">
              <w:rPr>
                <w:b w:val="0"/>
                <w:sz w:val="24"/>
                <w:szCs w:val="24"/>
              </w:rPr>
              <w:t>8</w:t>
            </w:r>
          </w:p>
        </w:tc>
      </w:tr>
      <w:tr w:rsidR="0085747A" w:rsidRPr="00106C6D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43FA02A" w:rsidR="0085747A" w:rsidRPr="00106C6D" w:rsidRDefault="00904AA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106C6D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106C6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106C6D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p</w:t>
            </w:r>
            <w:r w:rsidR="008F70AB" w:rsidRPr="00106C6D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106C6D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0E16854" w:rsidR="0085747A" w:rsidRPr="00106C6D" w:rsidRDefault="00DE42A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</w:t>
            </w:r>
            <w:r w:rsidR="007068B5" w:rsidRPr="00106C6D">
              <w:rPr>
                <w:b w:val="0"/>
                <w:sz w:val="24"/>
                <w:szCs w:val="24"/>
              </w:rPr>
              <w:t>gr Renata Zuba</w:t>
            </w:r>
          </w:p>
        </w:tc>
      </w:tr>
      <w:tr w:rsidR="0085747A" w:rsidRPr="00106C6D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106C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EBA8CB6" w:rsidR="0085747A" w:rsidRPr="00106C6D" w:rsidRDefault="00DE42A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</w:t>
            </w:r>
            <w:r w:rsidR="006132C9" w:rsidRPr="00106C6D">
              <w:rPr>
                <w:b w:val="0"/>
                <w:sz w:val="24"/>
                <w:szCs w:val="24"/>
              </w:rPr>
              <w:t>gr Renata Zuba</w:t>
            </w:r>
          </w:p>
        </w:tc>
      </w:tr>
    </w:tbl>
    <w:p w14:paraId="7CA13719" w14:textId="77777777" w:rsidR="00923D7D" w:rsidRPr="00106C6D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106C6D" w:rsidRDefault="0085747A" w:rsidP="009C54AE">
      <w:pPr>
        <w:pStyle w:val="Podpunkty"/>
        <w:ind w:left="284"/>
        <w:rPr>
          <w:sz w:val="24"/>
          <w:szCs w:val="24"/>
        </w:rPr>
      </w:pPr>
      <w:r w:rsidRPr="00106C6D">
        <w:rPr>
          <w:sz w:val="24"/>
          <w:szCs w:val="24"/>
        </w:rPr>
        <w:t>1.</w:t>
      </w:r>
      <w:r w:rsidR="00E22FBC" w:rsidRPr="00106C6D">
        <w:rPr>
          <w:sz w:val="24"/>
          <w:szCs w:val="24"/>
        </w:rPr>
        <w:t>1</w:t>
      </w:r>
      <w:r w:rsidRPr="00106C6D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106C6D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8"/>
        <w:gridCol w:w="783"/>
        <w:gridCol w:w="863"/>
        <w:gridCol w:w="797"/>
        <w:gridCol w:w="818"/>
        <w:gridCol w:w="755"/>
        <w:gridCol w:w="944"/>
        <w:gridCol w:w="1226"/>
        <w:gridCol w:w="1487"/>
      </w:tblGrid>
      <w:tr w:rsidR="00015B8F" w:rsidRPr="00106C6D" w14:paraId="1CDF9921" w14:textId="77777777" w:rsidTr="00E94E8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Semestr</w:t>
            </w:r>
          </w:p>
          <w:p w14:paraId="69DD9837" w14:textId="77777777" w:rsidR="00015B8F" w:rsidRPr="00106C6D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(</w:t>
            </w:r>
            <w:r w:rsidR="00363F78" w:rsidRPr="00106C6D">
              <w:rPr>
                <w:szCs w:val="24"/>
              </w:rPr>
              <w:t>nr)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Wykł.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Sem.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ZP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06C6D">
              <w:rPr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045BD9E1" w:rsidR="00015B8F" w:rsidRPr="00106C6D" w:rsidRDefault="00F146B5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inne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106C6D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06C6D">
              <w:rPr>
                <w:b/>
                <w:szCs w:val="24"/>
              </w:rPr>
              <w:t>Liczba pkt</w:t>
            </w:r>
            <w:r w:rsidR="00B90885" w:rsidRPr="00106C6D">
              <w:rPr>
                <w:b/>
                <w:szCs w:val="24"/>
              </w:rPr>
              <w:t>.</w:t>
            </w:r>
            <w:r w:rsidRPr="00106C6D">
              <w:rPr>
                <w:b/>
                <w:szCs w:val="24"/>
              </w:rPr>
              <w:t xml:space="preserve"> ECTS</w:t>
            </w:r>
          </w:p>
        </w:tc>
      </w:tr>
      <w:tr w:rsidR="00015B8F" w:rsidRPr="00106C6D" w14:paraId="6D3081D3" w14:textId="77777777" w:rsidTr="00E94E8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54283EED" w:rsidR="00015B8F" w:rsidRPr="00106C6D" w:rsidRDefault="00F146B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65B51428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5971B44F" w:rsidR="00015B8F" w:rsidRPr="00106C6D" w:rsidRDefault="00F146B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3694DBEC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07C5C0E2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488550E7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3D7D8D9A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14AE2510" w:rsidR="00015B8F" w:rsidRPr="00106C6D" w:rsidRDefault="00DE42A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1965F5A3" w:rsidR="00015B8F" w:rsidRPr="00106C6D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748E8CDE" w:rsidR="00015B8F" w:rsidRPr="00106C6D" w:rsidRDefault="00A469C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106C6D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106C6D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106C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06C6D">
        <w:rPr>
          <w:smallCaps w:val="0"/>
          <w:szCs w:val="24"/>
        </w:rPr>
        <w:t>1.</w:t>
      </w:r>
      <w:r w:rsidR="00E22FBC" w:rsidRPr="00106C6D">
        <w:rPr>
          <w:smallCaps w:val="0"/>
          <w:szCs w:val="24"/>
        </w:rPr>
        <w:t>2</w:t>
      </w:r>
      <w:r w:rsidR="00F83B28" w:rsidRPr="00106C6D">
        <w:rPr>
          <w:smallCaps w:val="0"/>
          <w:szCs w:val="24"/>
        </w:rPr>
        <w:t>.</w:t>
      </w:r>
      <w:r w:rsidR="00F83B28" w:rsidRPr="00106C6D">
        <w:rPr>
          <w:smallCaps w:val="0"/>
          <w:szCs w:val="24"/>
        </w:rPr>
        <w:tab/>
      </w:r>
      <w:r w:rsidRPr="00106C6D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106C6D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06C6D">
        <w:rPr>
          <w:rFonts w:eastAsia="MS Gothic"/>
          <w:b w:val="0"/>
          <w:szCs w:val="24"/>
          <w:u w:val="single"/>
        </w:rPr>
        <w:t>X</w:t>
      </w:r>
      <w:r w:rsidR="0085747A" w:rsidRPr="00106C6D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106C6D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06C6D">
        <w:rPr>
          <w:rFonts w:ascii="Segoe UI Symbol" w:eastAsia="MS Gothic" w:hAnsi="Segoe UI Symbol" w:cs="Segoe UI Symbol"/>
          <w:b w:val="0"/>
          <w:szCs w:val="24"/>
        </w:rPr>
        <w:t>☐</w:t>
      </w:r>
      <w:r w:rsidRPr="00106C6D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106C6D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106C6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106C6D">
        <w:rPr>
          <w:smallCaps w:val="0"/>
          <w:szCs w:val="24"/>
        </w:rPr>
        <w:t xml:space="preserve">1.3 </w:t>
      </w:r>
      <w:r w:rsidR="00F83B28" w:rsidRPr="00106C6D">
        <w:rPr>
          <w:smallCaps w:val="0"/>
          <w:szCs w:val="24"/>
        </w:rPr>
        <w:tab/>
      </w:r>
      <w:r w:rsidRPr="00106C6D">
        <w:rPr>
          <w:smallCaps w:val="0"/>
          <w:szCs w:val="24"/>
        </w:rPr>
        <w:t>For</w:t>
      </w:r>
      <w:r w:rsidR="00445970" w:rsidRPr="00106C6D">
        <w:rPr>
          <w:smallCaps w:val="0"/>
          <w:szCs w:val="24"/>
        </w:rPr>
        <w:t xml:space="preserve">ma zaliczenia przedmiotu </w:t>
      </w:r>
      <w:r w:rsidRPr="00106C6D">
        <w:rPr>
          <w:smallCaps w:val="0"/>
          <w:szCs w:val="24"/>
        </w:rPr>
        <w:t xml:space="preserve"> (z toku) </w:t>
      </w:r>
    </w:p>
    <w:p w14:paraId="1DBC9FE7" w14:textId="5BD17E65" w:rsidR="007916D1" w:rsidRPr="00A469CD" w:rsidRDefault="00A7158F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A469CD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106C6D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106C6D" w:rsidRDefault="0085747A" w:rsidP="009C54AE">
      <w:pPr>
        <w:pStyle w:val="Punktygwne"/>
        <w:spacing w:before="0" w:after="0"/>
        <w:rPr>
          <w:szCs w:val="24"/>
        </w:rPr>
      </w:pPr>
      <w:r w:rsidRPr="00106C6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6C6D" w14:paraId="3ACBBF9A" w14:textId="77777777" w:rsidTr="00745302">
        <w:tc>
          <w:tcPr>
            <w:tcW w:w="9670" w:type="dxa"/>
          </w:tcPr>
          <w:p w14:paraId="4A97C0C9" w14:textId="52C243A9" w:rsidR="0085747A" w:rsidRPr="00106C6D" w:rsidRDefault="00A744B1" w:rsidP="00F146B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Podstawowa wiedza z zakresu psychologii</w:t>
            </w:r>
          </w:p>
        </w:tc>
      </w:tr>
    </w:tbl>
    <w:p w14:paraId="358255F5" w14:textId="77777777" w:rsidR="00153C41" w:rsidRPr="00106C6D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106C6D" w:rsidRDefault="0071620A" w:rsidP="009C54AE">
      <w:pPr>
        <w:pStyle w:val="Punktygwne"/>
        <w:spacing w:before="0" w:after="0"/>
        <w:rPr>
          <w:szCs w:val="24"/>
        </w:rPr>
      </w:pPr>
      <w:r w:rsidRPr="00106C6D">
        <w:rPr>
          <w:szCs w:val="24"/>
        </w:rPr>
        <w:t>3.</w:t>
      </w:r>
      <w:r w:rsidR="0085747A" w:rsidRPr="00106C6D">
        <w:rPr>
          <w:szCs w:val="24"/>
        </w:rPr>
        <w:t xml:space="preserve"> </w:t>
      </w:r>
      <w:r w:rsidR="00A84C85" w:rsidRPr="00106C6D">
        <w:rPr>
          <w:szCs w:val="24"/>
        </w:rPr>
        <w:t>cele, efekty uczenia się</w:t>
      </w:r>
      <w:r w:rsidR="0085747A" w:rsidRPr="00106C6D">
        <w:rPr>
          <w:szCs w:val="24"/>
        </w:rPr>
        <w:t xml:space="preserve"> , treści Programowe i stosowane metody Dydaktyczne</w:t>
      </w:r>
    </w:p>
    <w:p w14:paraId="7ABBEA25" w14:textId="77777777" w:rsidR="0085747A" w:rsidRPr="00106C6D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106C6D" w:rsidRDefault="0071620A" w:rsidP="009C54AE">
      <w:pPr>
        <w:pStyle w:val="Podpunkty"/>
        <w:rPr>
          <w:sz w:val="24"/>
          <w:szCs w:val="24"/>
        </w:rPr>
      </w:pPr>
      <w:r w:rsidRPr="00106C6D">
        <w:rPr>
          <w:sz w:val="24"/>
          <w:szCs w:val="24"/>
        </w:rPr>
        <w:t xml:space="preserve">3.1 </w:t>
      </w:r>
      <w:r w:rsidR="00C05F44" w:rsidRPr="00106C6D">
        <w:rPr>
          <w:sz w:val="24"/>
          <w:szCs w:val="24"/>
        </w:rPr>
        <w:t>Cele przedmiotu</w:t>
      </w:r>
    </w:p>
    <w:p w14:paraId="5D332E54" w14:textId="77777777" w:rsidR="00D35B76" w:rsidRPr="00106C6D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106C6D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106C6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132368DF" w:rsidR="00D35B76" w:rsidRPr="00106C6D" w:rsidRDefault="00E92315" w:rsidP="00E174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Cs/>
                <w:sz w:val="24"/>
                <w:szCs w:val="24"/>
              </w:rPr>
              <w:t>Zdobycie wiedzy na temat paradygmatu, na jakim opiera się psychodrama oraz uwarunkowań</w:t>
            </w:r>
            <w:r w:rsidR="006E212C" w:rsidRPr="00106C6D">
              <w:rPr>
                <w:rFonts w:ascii="Times New Roman" w:hAnsi="Times New Roman"/>
                <w:bCs/>
                <w:sz w:val="24"/>
                <w:szCs w:val="24"/>
              </w:rPr>
              <w:t xml:space="preserve"> i możliwości</w:t>
            </w:r>
            <w:r w:rsidRPr="00106C6D">
              <w:rPr>
                <w:rFonts w:ascii="Times New Roman" w:hAnsi="Times New Roman"/>
                <w:bCs/>
                <w:sz w:val="24"/>
                <w:szCs w:val="24"/>
              </w:rPr>
              <w:t xml:space="preserve"> psychodramy</w:t>
            </w:r>
          </w:p>
        </w:tc>
      </w:tr>
      <w:tr w:rsidR="00D35B76" w:rsidRPr="00106C6D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106C6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06C6D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1170899E" w:rsidR="00D35B76" w:rsidRPr="00106C6D" w:rsidRDefault="00D24567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Cs/>
                <w:sz w:val="24"/>
                <w:szCs w:val="24"/>
              </w:rPr>
              <w:t>Poznanie celów i zasad pracy psychologa</w:t>
            </w:r>
            <w:r w:rsidR="006E212C" w:rsidRPr="00106C6D">
              <w:rPr>
                <w:rFonts w:ascii="Times New Roman" w:hAnsi="Times New Roman"/>
                <w:bCs/>
                <w:sz w:val="24"/>
                <w:szCs w:val="24"/>
              </w:rPr>
              <w:t>-psychoterapeuty</w:t>
            </w:r>
            <w:r w:rsidRPr="00106C6D">
              <w:rPr>
                <w:rFonts w:ascii="Times New Roman" w:hAnsi="Times New Roman"/>
                <w:bCs/>
                <w:sz w:val="24"/>
                <w:szCs w:val="24"/>
              </w:rPr>
              <w:t xml:space="preserve"> z wykorzystaniem psychodramy</w:t>
            </w:r>
          </w:p>
        </w:tc>
      </w:tr>
      <w:tr w:rsidR="00D35B76" w:rsidRPr="00106C6D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106C6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42BD0C77" w:rsidR="00D35B76" w:rsidRPr="00106C6D" w:rsidRDefault="001C660D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Cs/>
                <w:sz w:val="24"/>
                <w:szCs w:val="24"/>
              </w:rPr>
              <w:t>Poznanie struktury i przebiegu sesji psychodramatycznej</w:t>
            </w:r>
          </w:p>
        </w:tc>
      </w:tr>
      <w:tr w:rsidR="00D35B76" w:rsidRPr="00106C6D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106C6D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06C6D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35A16B6E" w:rsidR="00D35B76" w:rsidRPr="00106C6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106C6D">
              <w:rPr>
                <w:b w:val="0"/>
                <w:bCs/>
                <w:sz w:val="24"/>
                <w:szCs w:val="24"/>
              </w:rPr>
              <w:t xml:space="preserve"> </w:t>
            </w:r>
            <w:r w:rsidR="001C660D" w:rsidRPr="00106C6D">
              <w:rPr>
                <w:b w:val="0"/>
                <w:sz w:val="24"/>
                <w:szCs w:val="24"/>
              </w:rPr>
              <w:t>Zdobycie umiejętności stosowania różnych technik psychodramy</w:t>
            </w:r>
          </w:p>
        </w:tc>
      </w:tr>
    </w:tbl>
    <w:p w14:paraId="33CEF8A8" w14:textId="77777777" w:rsidR="00D35B76" w:rsidRPr="00106C6D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106C6D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06C6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06C6D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106C6D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D35B76" w:rsidRPr="00106C6D" w14:paraId="4A76D71B" w14:textId="77777777" w:rsidTr="00E174FD">
        <w:tc>
          <w:tcPr>
            <w:tcW w:w="1701" w:type="dxa"/>
          </w:tcPr>
          <w:p w14:paraId="6B62B06F" w14:textId="5A3003EC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smallCaps w:val="0"/>
                <w:szCs w:val="24"/>
              </w:rPr>
              <w:t>EK</w:t>
            </w:r>
            <w:r w:rsidRPr="00106C6D">
              <w:rPr>
                <w:b w:val="0"/>
                <w:smallCaps w:val="0"/>
                <w:szCs w:val="24"/>
              </w:rPr>
              <w:t xml:space="preserve"> ( efekt </w:t>
            </w:r>
            <w:r w:rsidR="00F146B5">
              <w:rPr>
                <w:b w:val="0"/>
                <w:smallCaps w:val="0"/>
                <w:szCs w:val="24"/>
              </w:rPr>
              <w:t>uczenia się</w:t>
            </w:r>
            <w:r w:rsidRPr="00106C6D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574EA94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Treść efektu </w:t>
            </w:r>
            <w:r w:rsidR="00F146B5">
              <w:rPr>
                <w:b w:val="0"/>
                <w:smallCaps w:val="0"/>
                <w:szCs w:val="24"/>
              </w:rPr>
              <w:t xml:space="preserve">uczenia się </w:t>
            </w:r>
            <w:r w:rsidRPr="00106C6D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106C6D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106C6D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106C6D">
              <w:rPr>
                <w:smallCaps w:val="0"/>
                <w:szCs w:val="24"/>
              </w:rPr>
              <w:t>(KEK)</w:t>
            </w:r>
          </w:p>
        </w:tc>
      </w:tr>
      <w:tr w:rsidR="00D35B76" w:rsidRPr="00106C6D" w14:paraId="3AAF83CC" w14:textId="77777777" w:rsidTr="00E174FD">
        <w:tc>
          <w:tcPr>
            <w:tcW w:w="1701" w:type="dxa"/>
          </w:tcPr>
          <w:p w14:paraId="4C2709A3" w14:textId="77777777" w:rsidR="00D35B76" w:rsidRPr="00106C6D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34E0A6DE" w:rsidR="00D35B76" w:rsidRPr="00106C6D" w:rsidRDefault="005B3822" w:rsidP="00A469CD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 xml:space="preserve">Ma </w:t>
            </w:r>
            <w:r w:rsidR="0060107A">
              <w:rPr>
                <w:rFonts w:ascii="Times New Roman" w:hAnsi="Times New Roman"/>
                <w:sz w:val="24"/>
                <w:szCs w:val="24"/>
              </w:rPr>
              <w:t xml:space="preserve">rozszerzoną </w:t>
            </w:r>
            <w:r w:rsidRPr="00106C6D">
              <w:rPr>
                <w:rFonts w:ascii="Times New Roman" w:hAnsi="Times New Roman"/>
                <w:sz w:val="24"/>
                <w:szCs w:val="24"/>
              </w:rPr>
              <w:t>wiedzę o</w:t>
            </w:r>
            <w:r w:rsidR="00112CCA" w:rsidRPr="00106C6D">
              <w:rPr>
                <w:rFonts w:ascii="Times New Roman" w:hAnsi="Times New Roman"/>
                <w:sz w:val="24"/>
                <w:szCs w:val="24"/>
              </w:rPr>
              <w:t xml:space="preserve"> celach stosowania psychodramy </w:t>
            </w:r>
            <w:r w:rsidR="004A6692" w:rsidRPr="00106C6D">
              <w:rPr>
                <w:rFonts w:ascii="Times New Roman" w:hAnsi="Times New Roman"/>
                <w:sz w:val="24"/>
                <w:szCs w:val="24"/>
              </w:rPr>
              <w:t>w</w:t>
            </w:r>
            <w:r w:rsidR="00404F69" w:rsidRPr="00106C6D">
              <w:rPr>
                <w:rFonts w:ascii="Times New Roman" w:hAnsi="Times New Roman"/>
                <w:sz w:val="24"/>
                <w:szCs w:val="24"/>
              </w:rPr>
              <w:t xml:space="preserve"> psychoterapii i </w:t>
            </w:r>
            <w:r w:rsidR="004B09F3" w:rsidRPr="00106C6D">
              <w:rPr>
                <w:rFonts w:ascii="Times New Roman" w:hAnsi="Times New Roman"/>
                <w:sz w:val="24"/>
                <w:szCs w:val="24"/>
              </w:rPr>
              <w:t>oraz zna i rozumie paradygmaty, na których opiera się praca psychodramatysty</w:t>
            </w:r>
          </w:p>
        </w:tc>
        <w:tc>
          <w:tcPr>
            <w:tcW w:w="1873" w:type="dxa"/>
          </w:tcPr>
          <w:p w14:paraId="1C210AFE" w14:textId="1BBF0667" w:rsidR="00D35B76" w:rsidRPr="00106C6D" w:rsidRDefault="00712EAE" w:rsidP="00A469C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K_W0</w:t>
            </w:r>
            <w:r w:rsidR="005B3822" w:rsidRPr="00106C6D">
              <w:rPr>
                <w:b w:val="0"/>
                <w:smallCaps w:val="0"/>
                <w:szCs w:val="24"/>
              </w:rPr>
              <w:t>7</w:t>
            </w:r>
          </w:p>
        </w:tc>
      </w:tr>
      <w:tr w:rsidR="00D35B76" w:rsidRPr="00106C6D" w14:paraId="2DB1C905" w14:textId="77777777" w:rsidTr="00E174FD">
        <w:tc>
          <w:tcPr>
            <w:tcW w:w="1701" w:type="dxa"/>
          </w:tcPr>
          <w:p w14:paraId="7A5FF48F" w14:textId="77777777" w:rsidR="00712EAE" w:rsidRPr="00106C6D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0489EB60" w:rsidR="00D35B76" w:rsidRPr="00106C6D" w:rsidRDefault="008D2CCC" w:rsidP="00A469C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106C6D">
              <w:rPr>
                <w:rFonts w:ascii="Times New Roman" w:hAnsi="Times New Roman" w:cs="Times New Roman"/>
              </w:rPr>
              <w:t>Posiada</w:t>
            </w:r>
            <w:r w:rsidR="005B3822" w:rsidRPr="00106C6D">
              <w:rPr>
                <w:rFonts w:ascii="Times New Roman" w:hAnsi="Times New Roman" w:cs="Times New Roman"/>
              </w:rPr>
              <w:t xml:space="preserve"> </w:t>
            </w:r>
            <w:r w:rsidR="0060107A">
              <w:rPr>
                <w:rFonts w:ascii="Times New Roman" w:hAnsi="Times New Roman" w:cs="Times New Roman"/>
              </w:rPr>
              <w:t xml:space="preserve">zaawansowaną </w:t>
            </w:r>
            <w:r w:rsidR="005B3822" w:rsidRPr="00106C6D">
              <w:rPr>
                <w:rFonts w:ascii="Times New Roman" w:hAnsi="Times New Roman" w:cs="Times New Roman"/>
              </w:rPr>
              <w:t xml:space="preserve">wiedzę </w:t>
            </w:r>
            <w:r w:rsidR="0060107A">
              <w:rPr>
                <w:rFonts w:ascii="Times New Roman" w:hAnsi="Times New Roman" w:cs="Times New Roman"/>
              </w:rPr>
              <w:t>`o</w:t>
            </w:r>
            <w:r w:rsidR="00A36976" w:rsidRPr="00106C6D">
              <w:rPr>
                <w:rFonts w:ascii="Times New Roman" w:hAnsi="Times New Roman" w:cs="Times New Roman"/>
              </w:rPr>
              <w:t xml:space="preserve"> zasadach i</w:t>
            </w:r>
            <w:r w:rsidR="005B3822" w:rsidRPr="00106C6D">
              <w:rPr>
                <w:rFonts w:ascii="Times New Roman" w:hAnsi="Times New Roman" w:cs="Times New Roman"/>
              </w:rPr>
              <w:t xml:space="preserve"> strukturze </w:t>
            </w:r>
            <w:r w:rsidR="00A12691" w:rsidRPr="00106C6D">
              <w:rPr>
                <w:rFonts w:ascii="Times New Roman" w:hAnsi="Times New Roman" w:cs="Times New Roman"/>
              </w:rPr>
              <w:t>psychodramy</w:t>
            </w:r>
            <w:r w:rsidR="004B09F3" w:rsidRPr="00106C6D">
              <w:rPr>
                <w:rFonts w:ascii="Times New Roman" w:hAnsi="Times New Roman" w:cs="Times New Roman"/>
              </w:rPr>
              <w:t xml:space="preserve"> </w:t>
            </w:r>
            <w:r w:rsidR="00A12691" w:rsidRPr="00106C6D">
              <w:rPr>
                <w:rFonts w:ascii="Times New Roman" w:hAnsi="Times New Roman" w:cs="Times New Roman"/>
              </w:rPr>
              <w:t xml:space="preserve">oraz </w:t>
            </w:r>
            <w:r w:rsidR="00A36976" w:rsidRPr="00106C6D">
              <w:rPr>
                <w:rFonts w:ascii="Times New Roman" w:hAnsi="Times New Roman" w:cs="Times New Roman"/>
              </w:rPr>
              <w:t xml:space="preserve">o </w:t>
            </w:r>
            <w:r w:rsidR="00A12691" w:rsidRPr="00106C6D">
              <w:rPr>
                <w:rFonts w:ascii="Times New Roman" w:hAnsi="Times New Roman" w:cs="Times New Roman"/>
              </w:rPr>
              <w:t>przebiegu sesji psychodramatycznej</w:t>
            </w:r>
            <w:r w:rsidR="004B09F3" w:rsidRPr="00106C6D">
              <w:rPr>
                <w:rFonts w:ascii="Times New Roman" w:hAnsi="Times New Roman" w:cs="Times New Roman"/>
              </w:rPr>
              <w:t xml:space="preserve"> </w:t>
            </w:r>
            <w:r w:rsidR="0060107A">
              <w:rPr>
                <w:rFonts w:ascii="Times New Roman" w:hAnsi="Times New Roman" w:cs="Times New Roman"/>
              </w:rPr>
              <w:t>z uwzględnieniem złożonego przetwarzania poznawczego zachodzącego u uczestników tego typu form wsparcia</w:t>
            </w:r>
          </w:p>
        </w:tc>
        <w:tc>
          <w:tcPr>
            <w:tcW w:w="1873" w:type="dxa"/>
          </w:tcPr>
          <w:p w14:paraId="156DBB29" w14:textId="7A0E4CF4" w:rsidR="00D35B76" w:rsidRPr="00106C6D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06C6D">
              <w:rPr>
                <w:rFonts w:ascii="Times New Roman" w:hAnsi="Times New Roman" w:cs="Times New Roman"/>
              </w:rPr>
              <w:t>K_W</w:t>
            </w:r>
            <w:r w:rsidR="005B3822" w:rsidRPr="00106C6D">
              <w:rPr>
                <w:rFonts w:ascii="Times New Roman" w:hAnsi="Times New Roman" w:cs="Times New Roman"/>
              </w:rPr>
              <w:t>13</w:t>
            </w:r>
          </w:p>
        </w:tc>
      </w:tr>
      <w:tr w:rsidR="00D35B76" w:rsidRPr="00106C6D" w14:paraId="13B70BE6" w14:textId="77777777" w:rsidTr="00E174FD">
        <w:tc>
          <w:tcPr>
            <w:tcW w:w="1701" w:type="dxa"/>
          </w:tcPr>
          <w:p w14:paraId="18799657" w14:textId="77777777" w:rsidR="00712EAE" w:rsidRPr="00106C6D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106C6D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302E52A8" w:rsidR="008D2CCC" w:rsidRPr="00106C6D" w:rsidRDefault="005B3822" w:rsidP="00A469CD">
            <w:pPr>
              <w:pStyle w:val="Defaul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106C6D">
              <w:rPr>
                <w:rFonts w:ascii="Times New Roman" w:hAnsi="Times New Roman" w:cs="Times New Roman"/>
              </w:rPr>
              <w:t xml:space="preserve">Ma rozszerzoną wiedzę </w:t>
            </w:r>
            <w:r w:rsidR="00AF1D42" w:rsidRPr="00106C6D">
              <w:rPr>
                <w:rFonts w:ascii="Times New Roman" w:hAnsi="Times New Roman" w:cs="Times New Roman"/>
              </w:rPr>
              <w:t xml:space="preserve">dotyczącą stosowania różnych technik psychodramy </w:t>
            </w:r>
            <w:r w:rsidR="00A36976" w:rsidRPr="00106C6D">
              <w:rPr>
                <w:rFonts w:ascii="Times New Roman" w:hAnsi="Times New Roman" w:cs="Times New Roman"/>
              </w:rPr>
              <w:t>w zależności od celów, jakim ma służyć</w:t>
            </w:r>
            <w:r w:rsidR="000E00EF" w:rsidRPr="00106C6D">
              <w:rPr>
                <w:rFonts w:ascii="Times New Roman" w:hAnsi="Times New Roman" w:cs="Times New Roman"/>
              </w:rPr>
              <w:t xml:space="preserve"> praca wykorzystująca psychodramę – w oparciu o wiedzę z dziedziny leczeni</w:t>
            </w:r>
            <w:r w:rsidR="0001155F" w:rsidRPr="00106C6D">
              <w:rPr>
                <w:rFonts w:ascii="Times New Roman" w:hAnsi="Times New Roman" w:cs="Times New Roman"/>
              </w:rPr>
              <w:t>a</w:t>
            </w:r>
            <w:r w:rsidR="000E00EF" w:rsidRPr="00106C6D">
              <w:rPr>
                <w:rFonts w:ascii="Times New Roman" w:hAnsi="Times New Roman" w:cs="Times New Roman"/>
              </w:rPr>
              <w:t xml:space="preserve"> zaburzeń zdrowia </w:t>
            </w:r>
            <w:r w:rsidR="00212C47" w:rsidRPr="00106C6D">
              <w:rPr>
                <w:rFonts w:ascii="Times New Roman" w:hAnsi="Times New Roman" w:cs="Times New Roman"/>
              </w:rPr>
              <w:t>psychicznego</w:t>
            </w:r>
          </w:p>
        </w:tc>
        <w:tc>
          <w:tcPr>
            <w:tcW w:w="1873" w:type="dxa"/>
          </w:tcPr>
          <w:p w14:paraId="0AE1CE61" w14:textId="19809D85" w:rsidR="00D35B76" w:rsidRPr="00106C6D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06C6D">
              <w:rPr>
                <w:rFonts w:ascii="Times New Roman" w:hAnsi="Times New Roman" w:cs="Times New Roman"/>
              </w:rPr>
              <w:t>K_</w:t>
            </w:r>
            <w:r w:rsidR="005B3822" w:rsidRPr="00106C6D">
              <w:rPr>
                <w:rFonts w:ascii="Times New Roman" w:hAnsi="Times New Roman" w:cs="Times New Roman"/>
              </w:rPr>
              <w:t>W19</w:t>
            </w:r>
          </w:p>
        </w:tc>
      </w:tr>
      <w:tr w:rsidR="00D35B76" w:rsidRPr="00106C6D" w14:paraId="5F2BB7B7" w14:textId="77777777" w:rsidTr="00E174FD">
        <w:tc>
          <w:tcPr>
            <w:tcW w:w="1701" w:type="dxa"/>
          </w:tcPr>
          <w:p w14:paraId="705033EB" w14:textId="77777777" w:rsidR="00712EAE" w:rsidRPr="00106C6D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106C6D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5D9E6D24" w:rsidR="007F4CF3" w:rsidRPr="00106C6D" w:rsidRDefault="005B3822" w:rsidP="00A469CD">
            <w:pPr>
              <w:pStyle w:val="Default"/>
              <w:jc w:val="both"/>
              <w:rPr>
                <w:rFonts w:ascii="Times New Roman" w:hAnsi="Times New Roman" w:cs="Times New Roman"/>
                <w:b/>
                <w:i/>
                <w:iCs/>
                <w:smallCaps/>
              </w:rPr>
            </w:pPr>
            <w:r w:rsidRPr="00106C6D">
              <w:rPr>
                <w:rFonts w:ascii="Times New Roman" w:hAnsi="Times New Roman" w:cs="Times New Roman"/>
              </w:rPr>
              <w:t xml:space="preserve">Potrafi wyszukiwać i przetwarzać </w:t>
            </w:r>
            <w:r w:rsidR="0060107A">
              <w:rPr>
                <w:rFonts w:ascii="Times New Roman" w:hAnsi="Times New Roman" w:cs="Times New Roman"/>
              </w:rPr>
              <w:t xml:space="preserve">złożoną </w:t>
            </w:r>
            <w:r w:rsidRPr="00106C6D">
              <w:rPr>
                <w:rFonts w:ascii="Times New Roman" w:hAnsi="Times New Roman" w:cs="Times New Roman"/>
              </w:rPr>
              <w:t>wiedzę na temat</w:t>
            </w:r>
            <w:r w:rsidR="00AF1D42" w:rsidRPr="00106C6D">
              <w:rPr>
                <w:rFonts w:ascii="Times New Roman" w:hAnsi="Times New Roman" w:cs="Times New Roman"/>
              </w:rPr>
              <w:t xml:space="preserve"> możliwości stosowania psychodramy, korzyści oraz ograniczeń </w:t>
            </w:r>
            <w:r w:rsidR="0022413C" w:rsidRPr="00106C6D">
              <w:rPr>
                <w:rFonts w:ascii="Times New Roman" w:hAnsi="Times New Roman" w:cs="Times New Roman"/>
              </w:rPr>
              <w:t>związanych z profesjonalnym</w:t>
            </w:r>
            <w:r w:rsidR="00AF1D42" w:rsidRPr="00106C6D">
              <w:rPr>
                <w:rFonts w:ascii="Times New Roman" w:hAnsi="Times New Roman" w:cs="Times New Roman"/>
              </w:rPr>
              <w:t xml:space="preserve"> wykorzystanie</w:t>
            </w:r>
            <w:r w:rsidR="0022413C" w:rsidRPr="00106C6D">
              <w:rPr>
                <w:rFonts w:ascii="Times New Roman" w:hAnsi="Times New Roman" w:cs="Times New Roman"/>
              </w:rPr>
              <w:t>m</w:t>
            </w:r>
            <w:r w:rsidR="00AF1D42" w:rsidRPr="00106C6D">
              <w:rPr>
                <w:rFonts w:ascii="Times New Roman" w:hAnsi="Times New Roman" w:cs="Times New Roman"/>
              </w:rPr>
              <w:t xml:space="preserve"> psychodramy </w:t>
            </w:r>
            <w:r w:rsidR="004B09F3" w:rsidRPr="00106C6D">
              <w:rPr>
                <w:rFonts w:ascii="Times New Roman" w:hAnsi="Times New Roman" w:cs="Times New Roman"/>
              </w:rPr>
              <w:t xml:space="preserve">w </w:t>
            </w:r>
            <w:r w:rsidR="00545DC1" w:rsidRPr="00106C6D">
              <w:rPr>
                <w:rFonts w:ascii="Times New Roman" w:hAnsi="Times New Roman" w:cs="Times New Roman"/>
              </w:rPr>
              <w:t>psychoterapii</w:t>
            </w:r>
          </w:p>
        </w:tc>
        <w:tc>
          <w:tcPr>
            <w:tcW w:w="1873" w:type="dxa"/>
          </w:tcPr>
          <w:p w14:paraId="608B6843" w14:textId="7DBD9F36" w:rsidR="00D35B76" w:rsidRPr="00106C6D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06C6D">
              <w:rPr>
                <w:rFonts w:ascii="Times New Roman" w:hAnsi="Times New Roman" w:cs="Times New Roman"/>
              </w:rPr>
              <w:t>K_</w:t>
            </w:r>
            <w:r w:rsidR="005B3822" w:rsidRPr="00106C6D">
              <w:rPr>
                <w:rFonts w:ascii="Times New Roman" w:hAnsi="Times New Roman" w:cs="Times New Roman"/>
              </w:rPr>
              <w:t>U</w:t>
            </w:r>
            <w:r w:rsidRPr="00106C6D">
              <w:rPr>
                <w:rFonts w:ascii="Times New Roman" w:hAnsi="Times New Roman" w:cs="Times New Roman"/>
              </w:rPr>
              <w:t>0</w:t>
            </w:r>
            <w:r w:rsidR="005B3822" w:rsidRPr="00106C6D">
              <w:rPr>
                <w:rFonts w:ascii="Times New Roman" w:hAnsi="Times New Roman" w:cs="Times New Roman"/>
              </w:rPr>
              <w:t>1</w:t>
            </w:r>
          </w:p>
        </w:tc>
      </w:tr>
      <w:tr w:rsidR="005B3822" w:rsidRPr="00106C6D" w14:paraId="76CEE881" w14:textId="77777777" w:rsidTr="00E174FD">
        <w:tc>
          <w:tcPr>
            <w:tcW w:w="1701" w:type="dxa"/>
          </w:tcPr>
          <w:p w14:paraId="229B36E5" w14:textId="433A8E90" w:rsidR="00201E31" w:rsidRPr="00106C6D" w:rsidRDefault="00201E31" w:rsidP="00201E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EK_05</w:t>
            </w:r>
          </w:p>
          <w:p w14:paraId="686E737D" w14:textId="77777777" w:rsidR="005B3822" w:rsidRPr="00106C6D" w:rsidRDefault="005B3822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5172A6" w14:textId="74209A5B" w:rsidR="005B3822" w:rsidRPr="00106C6D" w:rsidRDefault="005B3822" w:rsidP="00A469C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06C6D">
              <w:rPr>
                <w:rFonts w:ascii="Times New Roman" w:hAnsi="Times New Roman" w:cs="Times New Roman"/>
              </w:rPr>
              <w:t>Potrafi</w:t>
            </w:r>
            <w:r w:rsidR="007F4CF3" w:rsidRPr="00106C6D">
              <w:rPr>
                <w:rFonts w:ascii="Times New Roman" w:hAnsi="Times New Roman" w:cs="Times New Roman"/>
              </w:rPr>
              <w:t xml:space="preserve"> w sposób zaplanowany</w:t>
            </w:r>
            <w:r w:rsidRPr="00106C6D">
              <w:rPr>
                <w:rFonts w:ascii="Times New Roman" w:hAnsi="Times New Roman" w:cs="Times New Roman"/>
              </w:rPr>
              <w:t xml:space="preserve"> wykorzystywać</w:t>
            </w:r>
            <w:r w:rsidR="0060107A">
              <w:rPr>
                <w:rFonts w:ascii="Times New Roman" w:hAnsi="Times New Roman" w:cs="Times New Roman"/>
              </w:rPr>
              <w:t xml:space="preserve"> pogłębioną </w:t>
            </w:r>
            <w:r w:rsidR="00545DC1" w:rsidRPr="00106C6D">
              <w:rPr>
                <w:rFonts w:ascii="Times New Roman" w:hAnsi="Times New Roman" w:cs="Times New Roman"/>
              </w:rPr>
              <w:t xml:space="preserve"> wiedzę na temat</w:t>
            </w:r>
            <w:r w:rsidRPr="00106C6D">
              <w:rPr>
                <w:rFonts w:ascii="Times New Roman" w:hAnsi="Times New Roman" w:cs="Times New Roman"/>
              </w:rPr>
              <w:t xml:space="preserve"> technik </w:t>
            </w:r>
            <w:r w:rsidR="00112CCA" w:rsidRPr="00106C6D">
              <w:rPr>
                <w:rFonts w:ascii="Times New Roman" w:hAnsi="Times New Roman" w:cs="Times New Roman"/>
              </w:rPr>
              <w:t>psychodramy</w:t>
            </w:r>
            <w:r w:rsidR="007F4CF3" w:rsidRPr="00106C6D">
              <w:rPr>
                <w:rFonts w:ascii="Times New Roman" w:hAnsi="Times New Roman" w:cs="Times New Roman"/>
              </w:rPr>
              <w:t xml:space="preserve"> w pracy</w:t>
            </w:r>
            <w:r w:rsidR="00545DC1" w:rsidRPr="00106C6D">
              <w:rPr>
                <w:rFonts w:ascii="Times New Roman" w:hAnsi="Times New Roman" w:cs="Times New Roman"/>
              </w:rPr>
              <w:t xml:space="preserve"> diagnostycznej i terapeutycznej</w:t>
            </w:r>
          </w:p>
        </w:tc>
        <w:tc>
          <w:tcPr>
            <w:tcW w:w="1873" w:type="dxa"/>
          </w:tcPr>
          <w:p w14:paraId="7FA84E40" w14:textId="28FDA915" w:rsidR="005B3822" w:rsidRPr="00106C6D" w:rsidRDefault="005B3822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06C6D">
              <w:rPr>
                <w:rFonts w:ascii="Times New Roman" w:hAnsi="Times New Roman" w:cs="Times New Roman"/>
              </w:rPr>
              <w:t>K_U03</w:t>
            </w:r>
          </w:p>
        </w:tc>
      </w:tr>
      <w:tr w:rsidR="005B3822" w:rsidRPr="00106C6D" w14:paraId="41644184" w14:textId="77777777" w:rsidTr="00E174FD">
        <w:tc>
          <w:tcPr>
            <w:tcW w:w="1701" w:type="dxa"/>
          </w:tcPr>
          <w:p w14:paraId="3795B015" w14:textId="0B47805B" w:rsidR="00201E31" w:rsidRPr="00106C6D" w:rsidRDefault="00201E31" w:rsidP="00201E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EK_06</w:t>
            </w:r>
          </w:p>
          <w:p w14:paraId="777F78B8" w14:textId="77777777" w:rsidR="005B3822" w:rsidRPr="00106C6D" w:rsidRDefault="005B3822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A6635A6" w14:textId="1FD69A81" w:rsidR="005B3822" w:rsidRPr="00106C6D" w:rsidRDefault="007068B5" w:rsidP="00A469C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106C6D">
              <w:rPr>
                <w:rFonts w:ascii="Times New Roman" w:hAnsi="Times New Roman" w:cs="Times New Roman"/>
              </w:rPr>
              <w:t xml:space="preserve">Ujawnia </w:t>
            </w:r>
            <w:r w:rsidR="00201E31" w:rsidRPr="00106C6D">
              <w:rPr>
                <w:rFonts w:ascii="Times New Roman" w:hAnsi="Times New Roman" w:cs="Times New Roman"/>
              </w:rPr>
              <w:t>zachowa</w:t>
            </w:r>
            <w:r w:rsidRPr="00106C6D">
              <w:rPr>
                <w:rFonts w:ascii="Times New Roman" w:hAnsi="Times New Roman" w:cs="Times New Roman"/>
              </w:rPr>
              <w:t>nia</w:t>
            </w:r>
            <w:r w:rsidR="00201E31" w:rsidRPr="00106C6D">
              <w:rPr>
                <w:rFonts w:ascii="Times New Roman" w:hAnsi="Times New Roman" w:cs="Times New Roman"/>
              </w:rPr>
              <w:t xml:space="preserve"> profesjonaln</w:t>
            </w:r>
            <w:r w:rsidRPr="00106C6D">
              <w:rPr>
                <w:rFonts w:ascii="Times New Roman" w:hAnsi="Times New Roman" w:cs="Times New Roman"/>
              </w:rPr>
              <w:t>e</w:t>
            </w:r>
            <w:r w:rsidR="00201E31" w:rsidRPr="00106C6D">
              <w:rPr>
                <w:rFonts w:ascii="Times New Roman" w:hAnsi="Times New Roman" w:cs="Times New Roman"/>
              </w:rPr>
              <w:t xml:space="preserve"> wynikając</w:t>
            </w:r>
            <w:r w:rsidRPr="00106C6D">
              <w:rPr>
                <w:rFonts w:ascii="Times New Roman" w:hAnsi="Times New Roman" w:cs="Times New Roman"/>
              </w:rPr>
              <w:t>e</w:t>
            </w:r>
            <w:r w:rsidR="00201E31" w:rsidRPr="00106C6D">
              <w:rPr>
                <w:rFonts w:ascii="Times New Roman" w:hAnsi="Times New Roman" w:cs="Times New Roman"/>
              </w:rPr>
              <w:t xml:space="preserve"> z podejmowanej działalności diagnostycznej</w:t>
            </w:r>
            <w:r w:rsidR="008D2CCC" w:rsidRPr="00106C6D">
              <w:rPr>
                <w:rFonts w:ascii="Times New Roman" w:hAnsi="Times New Roman" w:cs="Times New Roman"/>
              </w:rPr>
              <w:t xml:space="preserve"> i</w:t>
            </w:r>
            <w:r w:rsidR="00201E31" w:rsidRPr="00106C6D">
              <w:rPr>
                <w:rFonts w:ascii="Times New Roman" w:hAnsi="Times New Roman" w:cs="Times New Roman"/>
              </w:rPr>
              <w:t xml:space="preserve"> terapeutycznej</w:t>
            </w:r>
          </w:p>
          <w:p w14:paraId="70471A69" w14:textId="6C4B28B9" w:rsidR="00790F19" w:rsidRPr="00106C6D" w:rsidRDefault="00790F19" w:rsidP="00A469C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</w:tcPr>
          <w:p w14:paraId="72CD19D0" w14:textId="56A206D2" w:rsidR="005B3822" w:rsidRPr="00106C6D" w:rsidRDefault="00201E31" w:rsidP="00712EA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06C6D">
              <w:rPr>
                <w:rFonts w:ascii="Times New Roman" w:hAnsi="Times New Roman" w:cs="Times New Roman"/>
              </w:rPr>
              <w:t>K_K03</w:t>
            </w:r>
          </w:p>
        </w:tc>
      </w:tr>
    </w:tbl>
    <w:p w14:paraId="2B33DE78" w14:textId="77777777" w:rsidR="0085747A" w:rsidRPr="00106C6D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E5DC7B9" w14:textId="77777777" w:rsidR="0085747A" w:rsidRPr="00106C6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106C6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06C6D">
        <w:rPr>
          <w:rFonts w:ascii="Times New Roman" w:hAnsi="Times New Roman"/>
          <w:b/>
          <w:sz w:val="24"/>
          <w:szCs w:val="24"/>
        </w:rPr>
        <w:t>3.3</w:t>
      </w:r>
      <w:r w:rsidR="001D7B54" w:rsidRPr="00106C6D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106C6D">
        <w:rPr>
          <w:rFonts w:ascii="Times New Roman" w:hAnsi="Times New Roman"/>
          <w:b/>
          <w:sz w:val="24"/>
          <w:szCs w:val="24"/>
        </w:rPr>
        <w:t>T</w:t>
      </w:r>
      <w:r w:rsidR="001D7B54" w:rsidRPr="00106C6D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106C6D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106C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6C6D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56E1F" w:rsidRPr="00106C6D" w14:paraId="45AE25BE" w14:textId="77777777" w:rsidTr="00106C6D">
        <w:tc>
          <w:tcPr>
            <w:tcW w:w="5000" w:type="pct"/>
          </w:tcPr>
          <w:p w14:paraId="75EAA44D" w14:textId="77777777" w:rsidR="00B56E1F" w:rsidRPr="00106C6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14:paraId="571C5F52" w14:textId="77777777" w:rsidR="0085747A" w:rsidRPr="00106C6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77777777" w:rsidR="0085747A" w:rsidRPr="00106C6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6C6D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106C6D">
        <w:rPr>
          <w:rFonts w:ascii="Times New Roman" w:hAnsi="Times New Roman"/>
          <w:sz w:val="24"/>
          <w:szCs w:val="24"/>
        </w:rPr>
        <w:t xml:space="preserve">, </w:t>
      </w:r>
      <w:r w:rsidRPr="00106C6D">
        <w:rPr>
          <w:rFonts w:ascii="Times New Roman" w:hAnsi="Times New Roman"/>
          <w:sz w:val="24"/>
          <w:szCs w:val="24"/>
        </w:rPr>
        <w:t xml:space="preserve">zajęć praktycznych </w:t>
      </w:r>
    </w:p>
    <w:p w14:paraId="6999E0DC" w14:textId="77777777" w:rsidR="0085747A" w:rsidRPr="00106C6D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6C6D" w14:paraId="71BA15D0" w14:textId="77777777" w:rsidTr="00923D7D">
        <w:tc>
          <w:tcPr>
            <w:tcW w:w="9639" w:type="dxa"/>
          </w:tcPr>
          <w:p w14:paraId="4F5457D3" w14:textId="77777777" w:rsidR="0085747A" w:rsidRPr="00106C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106C6D" w14:paraId="5CDAB37D" w14:textId="77777777" w:rsidTr="00923D7D">
        <w:tc>
          <w:tcPr>
            <w:tcW w:w="9639" w:type="dxa"/>
          </w:tcPr>
          <w:p w14:paraId="0AE3B671" w14:textId="1AD05204" w:rsidR="0085747A" w:rsidRPr="00106C6D" w:rsidRDefault="000E00E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P</w:t>
            </w:r>
            <w:r w:rsidR="002E6B0D" w:rsidRPr="00106C6D">
              <w:rPr>
                <w:rFonts w:ascii="Times New Roman" w:hAnsi="Times New Roman"/>
                <w:sz w:val="24"/>
                <w:szCs w:val="24"/>
              </w:rPr>
              <w:t>aradygmat, na jakim opiera się p</w:t>
            </w:r>
            <w:r w:rsidRPr="00106C6D">
              <w:rPr>
                <w:rFonts w:ascii="Times New Roman" w:hAnsi="Times New Roman"/>
                <w:sz w:val="24"/>
                <w:szCs w:val="24"/>
              </w:rPr>
              <w:t>sychodrama</w:t>
            </w:r>
            <w:r w:rsidR="002E6B0D" w:rsidRPr="00106C6D">
              <w:rPr>
                <w:rFonts w:ascii="Times New Roman" w:hAnsi="Times New Roman"/>
                <w:sz w:val="24"/>
                <w:szCs w:val="24"/>
              </w:rPr>
              <w:t xml:space="preserve"> oraz cele i zasady stosowania psychodramy</w:t>
            </w:r>
            <w:r w:rsidRPr="00106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106C6D" w14:paraId="119668E6" w14:textId="77777777" w:rsidTr="00923D7D">
        <w:tc>
          <w:tcPr>
            <w:tcW w:w="9639" w:type="dxa"/>
          </w:tcPr>
          <w:p w14:paraId="4D24A338" w14:textId="4790F4B4" w:rsidR="0085747A" w:rsidRPr="00106C6D" w:rsidRDefault="002E6B0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Przebieg sesji psychodramatycznej</w:t>
            </w:r>
          </w:p>
        </w:tc>
      </w:tr>
      <w:tr w:rsidR="0085747A" w:rsidRPr="00106C6D" w14:paraId="6D6F6BB4" w14:textId="77777777" w:rsidTr="00923D7D">
        <w:tc>
          <w:tcPr>
            <w:tcW w:w="9639" w:type="dxa"/>
          </w:tcPr>
          <w:p w14:paraId="5242F2F4" w14:textId="684DE8DF" w:rsidR="0085747A" w:rsidRPr="00106C6D" w:rsidRDefault="009D49B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T</w:t>
            </w:r>
            <w:r w:rsidR="002E6B0D" w:rsidRPr="00106C6D">
              <w:rPr>
                <w:rFonts w:ascii="Times New Roman" w:hAnsi="Times New Roman"/>
                <w:sz w:val="24"/>
                <w:szCs w:val="24"/>
              </w:rPr>
              <w:t>echniki stosowane w psychodramie</w:t>
            </w:r>
          </w:p>
        </w:tc>
      </w:tr>
    </w:tbl>
    <w:p w14:paraId="6683DC43" w14:textId="77777777" w:rsidR="0085747A" w:rsidRPr="00106C6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106C6D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06C6D">
        <w:rPr>
          <w:smallCaps w:val="0"/>
          <w:szCs w:val="24"/>
        </w:rPr>
        <w:t>3.4 Metody dydaktyczne</w:t>
      </w:r>
      <w:r w:rsidRPr="00106C6D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106C6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2B110210" w:rsidR="0085747A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06C6D">
        <w:rPr>
          <w:b w:val="0"/>
          <w:smallCaps w:val="0"/>
          <w:szCs w:val="24"/>
        </w:rPr>
        <w:t>Wykład z prezentacją multimedialną</w:t>
      </w:r>
      <w:r w:rsidR="0039154C">
        <w:rPr>
          <w:b w:val="0"/>
          <w:smallCaps w:val="0"/>
          <w:szCs w:val="24"/>
        </w:rPr>
        <w:t>, ćwiczenia praktyczne, scenki, studium przypadku</w:t>
      </w:r>
    </w:p>
    <w:p w14:paraId="6FBA065F" w14:textId="77777777" w:rsidR="00A469CD" w:rsidRPr="00106C6D" w:rsidRDefault="00A469CD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41EC439D" w14:textId="23836606"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2EDB9A4" w14:textId="77777777" w:rsidR="00F146B5" w:rsidRPr="00106C6D" w:rsidRDefault="00F146B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106C6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06C6D">
        <w:rPr>
          <w:smallCaps w:val="0"/>
          <w:szCs w:val="24"/>
        </w:rPr>
        <w:t xml:space="preserve">4. </w:t>
      </w:r>
      <w:r w:rsidR="0085747A" w:rsidRPr="00106C6D">
        <w:rPr>
          <w:smallCaps w:val="0"/>
          <w:szCs w:val="24"/>
        </w:rPr>
        <w:t>METODY I KRYTERIA OCENY</w:t>
      </w:r>
      <w:r w:rsidR="009F4610" w:rsidRPr="00106C6D">
        <w:rPr>
          <w:smallCaps w:val="0"/>
          <w:szCs w:val="24"/>
        </w:rPr>
        <w:t xml:space="preserve"> </w:t>
      </w:r>
    </w:p>
    <w:p w14:paraId="0B381711" w14:textId="77777777" w:rsidR="00923D7D" w:rsidRPr="00106C6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106C6D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06C6D">
        <w:rPr>
          <w:smallCaps w:val="0"/>
          <w:szCs w:val="24"/>
        </w:rPr>
        <w:t xml:space="preserve">4.1 Sposoby weryfikacji efektów </w:t>
      </w:r>
      <w:r w:rsidR="00C05F44" w:rsidRPr="00106C6D">
        <w:rPr>
          <w:smallCaps w:val="0"/>
          <w:szCs w:val="24"/>
        </w:rPr>
        <w:t>uczenia się</w:t>
      </w:r>
    </w:p>
    <w:p w14:paraId="1522BDED" w14:textId="77777777" w:rsidR="0085747A" w:rsidRPr="00106C6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106C6D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106C6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4A53C84" w:rsidR="0085747A" w:rsidRPr="00106C6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469CD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0057FDD6" w14:textId="77777777" w:rsidR="0085747A" w:rsidRPr="00106C6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106C6D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106C6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660B27B5" w:rsidR="0085747A" w:rsidRPr="00106C6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(w, ćw</w:t>
            </w:r>
            <w:r w:rsidR="00F146B5">
              <w:rPr>
                <w:b w:val="0"/>
                <w:smallCaps w:val="0"/>
                <w:szCs w:val="24"/>
              </w:rPr>
              <w:t>)</w:t>
            </w:r>
          </w:p>
        </w:tc>
      </w:tr>
      <w:tr w:rsidR="00B0496C" w:rsidRPr="00106C6D" w14:paraId="310B68A6" w14:textId="77777777" w:rsidTr="00C05F44">
        <w:tc>
          <w:tcPr>
            <w:tcW w:w="1985" w:type="dxa"/>
          </w:tcPr>
          <w:p w14:paraId="2DB216DC" w14:textId="77777777" w:rsidR="00B0496C" w:rsidRPr="00F146B5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20D9381D" w:rsidR="00B0496C" w:rsidRPr="00106C6D" w:rsidRDefault="00A744B1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>
              <w:rPr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C36E567" w14:textId="00F7187C" w:rsidR="00B0496C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  <w:tr w:rsidR="00B0496C" w:rsidRPr="00106C6D" w14:paraId="4C7DF8DE" w14:textId="77777777" w:rsidTr="00C05F44">
        <w:tc>
          <w:tcPr>
            <w:tcW w:w="1985" w:type="dxa"/>
          </w:tcPr>
          <w:p w14:paraId="1DBA860B" w14:textId="77777777" w:rsidR="00B0496C" w:rsidRPr="00F146B5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41DC4846" w:rsidR="00B0496C" w:rsidRPr="00106C6D" w:rsidRDefault="00A744B1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>
              <w:rPr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8428F3E" w14:textId="25899BC5" w:rsidR="00B0496C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  <w:tr w:rsidR="00B0496C" w:rsidRPr="00106C6D" w14:paraId="17156572" w14:textId="77777777" w:rsidTr="00C05F44">
        <w:tc>
          <w:tcPr>
            <w:tcW w:w="1985" w:type="dxa"/>
          </w:tcPr>
          <w:p w14:paraId="17C13118" w14:textId="77777777" w:rsidR="00B0496C" w:rsidRPr="00F146B5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0FCF746B" w:rsidR="00B0496C" w:rsidRPr="00106C6D" w:rsidRDefault="00A744B1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  <w:r w:rsidR="0039154C">
              <w:rPr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3637D5E4" w14:textId="2B2991B6" w:rsidR="00B0496C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  <w:tr w:rsidR="00B0496C" w:rsidRPr="00106C6D" w14:paraId="13B19633" w14:textId="77777777" w:rsidTr="00C05F44">
        <w:tc>
          <w:tcPr>
            <w:tcW w:w="1985" w:type="dxa"/>
          </w:tcPr>
          <w:p w14:paraId="2AE1832F" w14:textId="67647299" w:rsidR="00F146B5" w:rsidRPr="00F146B5" w:rsidRDefault="00B0496C" w:rsidP="00F146B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51190E42" w:rsidR="00B0496C" w:rsidRPr="00106C6D" w:rsidRDefault="00A744B1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11DF55" w14:textId="74C7AEFB" w:rsidR="00B0496C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  <w:tr w:rsidR="00C21003" w:rsidRPr="00106C6D" w14:paraId="494D1236" w14:textId="77777777" w:rsidTr="00A469CD">
        <w:trPr>
          <w:trHeight w:val="50"/>
        </w:trPr>
        <w:tc>
          <w:tcPr>
            <w:tcW w:w="1985" w:type="dxa"/>
          </w:tcPr>
          <w:p w14:paraId="664D61BB" w14:textId="7CE270B9" w:rsidR="00C21003" w:rsidRPr="00F146B5" w:rsidRDefault="00C21003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1AB41DD" w14:textId="4944D5D7" w:rsidR="00C21003" w:rsidRPr="00106C6D" w:rsidRDefault="00A744B1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20A8995" w14:textId="2B90D868" w:rsidR="00C21003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  <w:tr w:rsidR="00C21003" w:rsidRPr="00106C6D" w14:paraId="2A9BFB75" w14:textId="77777777" w:rsidTr="00C05F44">
        <w:tc>
          <w:tcPr>
            <w:tcW w:w="1985" w:type="dxa"/>
          </w:tcPr>
          <w:p w14:paraId="472CE074" w14:textId="4E8176C5" w:rsidR="00C21003" w:rsidRPr="00F146B5" w:rsidRDefault="00C21003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146B5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FABACC4" w14:textId="16742406" w:rsidR="00C21003" w:rsidRPr="00106C6D" w:rsidRDefault="0060107A" w:rsidP="00A469C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Obserwacja </w:t>
            </w:r>
          </w:p>
        </w:tc>
        <w:tc>
          <w:tcPr>
            <w:tcW w:w="2126" w:type="dxa"/>
          </w:tcPr>
          <w:p w14:paraId="180FA0E4" w14:textId="6ECAE61F" w:rsidR="00C21003" w:rsidRPr="00106C6D" w:rsidRDefault="00A469CD" w:rsidP="00A469C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zCs w:val="24"/>
              </w:rPr>
              <w:t>ćw</w:t>
            </w:r>
          </w:p>
        </w:tc>
      </w:tr>
    </w:tbl>
    <w:p w14:paraId="1EDBDF99" w14:textId="77777777" w:rsidR="00923D7D" w:rsidRPr="00106C6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Pr="00106C6D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06C6D">
        <w:rPr>
          <w:smallCaps w:val="0"/>
          <w:szCs w:val="24"/>
        </w:rPr>
        <w:t xml:space="preserve">4.2 </w:t>
      </w:r>
      <w:r w:rsidR="0085747A" w:rsidRPr="00106C6D">
        <w:rPr>
          <w:smallCaps w:val="0"/>
          <w:szCs w:val="24"/>
        </w:rPr>
        <w:t>Warunki zaliczenia przedmiotu (kryteria oceniania)</w:t>
      </w:r>
      <w:r w:rsidR="00923D7D" w:rsidRPr="00106C6D">
        <w:rPr>
          <w:smallCaps w:val="0"/>
          <w:szCs w:val="24"/>
        </w:rPr>
        <w:t xml:space="preserve"> </w:t>
      </w:r>
    </w:p>
    <w:p w14:paraId="306242AA" w14:textId="01C51A56" w:rsidR="009B53BB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106C6D">
        <w:rPr>
          <w:b w:val="0"/>
          <w:smallCaps w:val="0"/>
          <w:szCs w:val="24"/>
        </w:rPr>
        <w:t xml:space="preserve">1. </w:t>
      </w:r>
      <w:r w:rsidR="00ED18C3" w:rsidRPr="00106C6D">
        <w:rPr>
          <w:b w:val="0"/>
          <w:smallCaps w:val="0"/>
          <w:szCs w:val="24"/>
        </w:rPr>
        <w:t>P</w:t>
      </w:r>
      <w:r w:rsidRPr="00106C6D">
        <w:rPr>
          <w:b w:val="0"/>
          <w:smallCaps w:val="0"/>
          <w:szCs w:val="24"/>
        </w:rPr>
        <w:t xml:space="preserve">ozytywna ocena z </w:t>
      </w:r>
      <w:r w:rsidR="00ED18C3" w:rsidRPr="00106C6D">
        <w:rPr>
          <w:b w:val="0"/>
          <w:smallCaps w:val="0"/>
          <w:szCs w:val="24"/>
        </w:rPr>
        <w:t>kolokwium (min. 60%)</w:t>
      </w:r>
    </w:p>
    <w:p w14:paraId="0B134A65" w14:textId="378E4F14" w:rsidR="001D2E04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7E19C798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3E0B072A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481EA65B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5AE0D191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7DD47FB7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5C3479BA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642EC449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712D1E0D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6AE6CA63" w14:textId="77777777" w:rsidR="001D2E04" w:rsidRPr="00334938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32EF26EF" w14:textId="77777777" w:rsidR="001D2E04" w:rsidRPr="006A2ABF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1BB5791E" w14:textId="77777777" w:rsidR="001D2E04" w:rsidRDefault="001D2E04" w:rsidP="001D2E04">
      <w:pPr>
        <w:pStyle w:val="Punktygwne"/>
        <w:spacing w:before="0" w:after="0"/>
        <w:rPr>
          <w:b w:val="0"/>
          <w:smallCaps w:val="0"/>
          <w:szCs w:val="24"/>
        </w:rPr>
      </w:pPr>
    </w:p>
    <w:p w14:paraId="018FF76A" w14:textId="77777777" w:rsidR="001D2E04" w:rsidRPr="00106C6D" w:rsidRDefault="001D2E04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7946FFB3" w14:textId="0089E927" w:rsidR="009B53BB" w:rsidRPr="00106C6D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106C6D">
        <w:rPr>
          <w:b w:val="0"/>
          <w:smallCaps w:val="0"/>
          <w:szCs w:val="24"/>
        </w:rPr>
        <w:t xml:space="preserve">2. </w:t>
      </w:r>
      <w:r w:rsidR="00ED18C3" w:rsidRPr="00106C6D">
        <w:rPr>
          <w:b w:val="0"/>
          <w:smallCaps w:val="0"/>
          <w:szCs w:val="24"/>
        </w:rPr>
        <w:t>O</w:t>
      </w:r>
      <w:r w:rsidRPr="00106C6D">
        <w:rPr>
          <w:b w:val="0"/>
          <w:smallCaps w:val="0"/>
          <w:szCs w:val="24"/>
        </w:rPr>
        <w:t xml:space="preserve">becność </w:t>
      </w:r>
      <w:r w:rsidR="00ED18C3" w:rsidRPr="00106C6D">
        <w:rPr>
          <w:b w:val="0"/>
          <w:smallCaps w:val="0"/>
          <w:szCs w:val="24"/>
        </w:rPr>
        <w:t xml:space="preserve">i aktywność </w:t>
      </w:r>
      <w:r w:rsidRPr="00106C6D">
        <w:rPr>
          <w:b w:val="0"/>
          <w:smallCaps w:val="0"/>
          <w:szCs w:val="24"/>
        </w:rPr>
        <w:t xml:space="preserve">na </w:t>
      </w:r>
      <w:r w:rsidR="00ED18C3" w:rsidRPr="00106C6D">
        <w:rPr>
          <w:b w:val="0"/>
          <w:smallCaps w:val="0"/>
          <w:szCs w:val="24"/>
        </w:rPr>
        <w:t>zajęciach</w:t>
      </w:r>
      <w:r w:rsidR="0060107A">
        <w:rPr>
          <w:b w:val="0"/>
          <w:smallCaps w:val="0"/>
          <w:szCs w:val="24"/>
        </w:rPr>
        <w:t xml:space="preserve"> w trakcie odgrywanych ról psychodramatycznych i inscenizacji</w:t>
      </w:r>
    </w:p>
    <w:p w14:paraId="4200D3DF" w14:textId="77777777" w:rsidR="0085747A" w:rsidRPr="00106C6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106C6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06C6D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106C6D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7"/>
        <w:gridCol w:w="2403"/>
      </w:tblGrid>
      <w:tr w:rsidR="000C5696" w:rsidRPr="00106C6D" w14:paraId="4B0441A4" w14:textId="77777777" w:rsidTr="00A469CD">
        <w:tc>
          <w:tcPr>
            <w:tcW w:w="7117" w:type="dxa"/>
            <w:vAlign w:val="center"/>
          </w:tcPr>
          <w:p w14:paraId="36DF6095" w14:textId="77777777" w:rsidR="000C5696" w:rsidRPr="00106C6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403" w:type="dxa"/>
            <w:vAlign w:val="center"/>
          </w:tcPr>
          <w:p w14:paraId="3288F3F8" w14:textId="77777777" w:rsidR="000C5696" w:rsidRPr="00106C6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106C6D" w14:paraId="05D39134" w14:textId="77777777" w:rsidTr="00A469CD">
        <w:tc>
          <w:tcPr>
            <w:tcW w:w="7117" w:type="dxa"/>
          </w:tcPr>
          <w:p w14:paraId="7D571487" w14:textId="77777777" w:rsidR="000C5696" w:rsidRPr="0060107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403" w:type="dxa"/>
          </w:tcPr>
          <w:p w14:paraId="10BB8B16" w14:textId="694255BA" w:rsidR="000C5696" w:rsidRPr="00106C6D" w:rsidRDefault="00ED18C3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C5696" w:rsidRPr="00106C6D" w14:paraId="3DF32911" w14:textId="77777777" w:rsidTr="00A469CD">
        <w:tc>
          <w:tcPr>
            <w:tcW w:w="7117" w:type="dxa"/>
          </w:tcPr>
          <w:p w14:paraId="207632F0" w14:textId="0E561604" w:rsidR="000C5696" w:rsidRPr="0060107A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60107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5F3BFA20" w:rsidR="000C5696" w:rsidRPr="0060107A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60107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2403" w:type="dxa"/>
          </w:tcPr>
          <w:p w14:paraId="52D7581D" w14:textId="77777777" w:rsidR="003B346E" w:rsidRPr="00106C6D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138D34B9" w:rsidR="000C5696" w:rsidRPr="00106C6D" w:rsidRDefault="00A469CD" w:rsidP="00F146B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696" w:rsidRPr="00106C6D" w14:paraId="301489F0" w14:textId="77777777" w:rsidTr="00A469CD">
        <w:trPr>
          <w:trHeight w:val="936"/>
        </w:trPr>
        <w:tc>
          <w:tcPr>
            <w:tcW w:w="7117" w:type="dxa"/>
          </w:tcPr>
          <w:p w14:paraId="347B4073" w14:textId="2A93527C" w:rsidR="000C5696" w:rsidRPr="0060107A" w:rsidRDefault="000C5696" w:rsidP="00A46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60107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DC89569" w14:textId="46162089" w:rsidR="000C5696" w:rsidRPr="0060107A" w:rsidRDefault="003B346E" w:rsidP="00A46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-</w:t>
            </w:r>
            <w:r w:rsidR="00A469CD" w:rsidRPr="0060107A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59EB0B33" w14:textId="77EF50DC" w:rsidR="00A469CD" w:rsidRPr="0060107A" w:rsidRDefault="00A469CD" w:rsidP="00A46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 xml:space="preserve">-przygotowanie do kolokwium </w:t>
            </w:r>
          </w:p>
          <w:p w14:paraId="5A1800D7" w14:textId="3FA308C2" w:rsidR="008F03B0" w:rsidRPr="0060107A" w:rsidRDefault="00A469CD" w:rsidP="00A46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07A">
              <w:rPr>
                <w:rFonts w:ascii="Times New Roman" w:hAnsi="Times New Roman"/>
                <w:sz w:val="24"/>
                <w:szCs w:val="24"/>
              </w:rPr>
              <w:t>-przygotowanie projektu</w:t>
            </w:r>
          </w:p>
          <w:p w14:paraId="77645C5B" w14:textId="23AA5F55" w:rsidR="00A469CD" w:rsidRPr="0060107A" w:rsidRDefault="00A469CD" w:rsidP="00A469C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14:paraId="0A7B9808" w14:textId="77777777" w:rsidR="00A469CD" w:rsidRDefault="00A469CD" w:rsidP="00A469C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5F4849A" w14:textId="2E0B81B4" w:rsidR="00A469CD" w:rsidRDefault="00A469CD" w:rsidP="00A469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14:paraId="77C4FB74" w14:textId="33853045" w:rsidR="00A469CD" w:rsidRPr="00A469CD" w:rsidRDefault="00A469CD" w:rsidP="00A469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  <w:p w14:paraId="6274A616" w14:textId="6C93C973" w:rsidR="003B346E" w:rsidRPr="00A469CD" w:rsidRDefault="00A469CD" w:rsidP="006010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C5696" w:rsidRPr="00106C6D" w14:paraId="02915295" w14:textId="77777777" w:rsidTr="00A469CD">
        <w:tc>
          <w:tcPr>
            <w:tcW w:w="7117" w:type="dxa"/>
          </w:tcPr>
          <w:p w14:paraId="1EFC7DE7" w14:textId="77777777" w:rsidR="000C5696" w:rsidRPr="00106C6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6C6D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403" w:type="dxa"/>
          </w:tcPr>
          <w:p w14:paraId="5776C5DB" w14:textId="1B2802C2" w:rsidR="000C5696" w:rsidRPr="00106C6D" w:rsidRDefault="00A469CD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106C6D" w14:paraId="3A81EC9D" w14:textId="77777777" w:rsidTr="00A469CD">
        <w:tc>
          <w:tcPr>
            <w:tcW w:w="7117" w:type="dxa"/>
          </w:tcPr>
          <w:p w14:paraId="1C19C073" w14:textId="77777777" w:rsidR="000C5696" w:rsidRPr="00106C6D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06C6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03" w:type="dxa"/>
          </w:tcPr>
          <w:p w14:paraId="22F8B69A" w14:textId="06C19755" w:rsidR="000C5696" w:rsidRPr="00106C6D" w:rsidRDefault="00A469CD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106C6D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E2E202C" w14:textId="77777777" w:rsidR="0085747A" w:rsidRPr="00106C6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106C6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106C6D">
        <w:rPr>
          <w:b w:val="0"/>
          <w:i/>
          <w:smallCaps w:val="0"/>
          <w:szCs w:val="24"/>
        </w:rPr>
        <w:t xml:space="preserve">* </w:t>
      </w:r>
      <w:r w:rsidR="00C61DC5" w:rsidRPr="00106C6D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106C6D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106C6D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106C6D">
        <w:rPr>
          <w:smallCaps w:val="0"/>
          <w:szCs w:val="24"/>
        </w:rPr>
        <w:t xml:space="preserve">6. </w:t>
      </w:r>
      <w:r w:rsidR="0085747A" w:rsidRPr="00106C6D">
        <w:rPr>
          <w:smallCaps w:val="0"/>
          <w:szCs w:val="24"/>
        </w:rPr>
        <w:t>PRAKTYKI ZAWO</w:t>
      </w:r>
      <w:r w:rsidR="009C1331" w:rsidRPr="00106C6D">
        <w:rPr>
          <w:smallCaps w:val="0"/>
          <w:szCs w:val="24"/>
        </w:rPr>
        <w:t>DOWE W RAMACH PRZEDMIOTU</w:t>
      </w:r>
    </w:p>
    <w:p w14:paraId="55CE3E9F" w14:textId="77777777" w:rsidR="0085747A" w:rsidRPr="00106C6D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06C6D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106C6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106C6D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106C6D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06C6D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106C6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106C6D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106C6D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106C6D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106C6D">
        <w:rPr>
          <w:smallCaps w:val="0"/>
          <w:szCs w:val="24"/>
        </w:rPr>
        <w:t xml:space="preserve">7. </w:t>
      </w:r>
      <w:r w:rsidR="0085747A" w:rsidRPr="00106C6D">
        <w:rPr>
          <w:smallCaps w:val="0"/>
          <w:szCs w:val="24"/>
        </w:rPr>
        <w:t>LITERATURA</w:t>
      </w:r>
      <w:r w:rsidRPr="00106C6D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106C6D" w14:paraId="48AE14F8" w14:textId="77777777" w:rsidTr="00106C6D">
        <w:trPr>
          <w:trHeight w:val="397"/>
        </w:trPr>
        <w:tc>
          <w:tcPr>
            <w:tcW w:w="5000" w:type="pct"/>
          </w:tcPr>
          <w:p w14:paraId="42A098E6" w14:textId="4BD75D90" w:rsidR="00DA323B" w:rsidRPr="00A469CD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A469CD">
              <w:rPr>
                <w:bCs/>
                <w:smallCaps w:val="0"/>
                <w:szCs w:val="24"/>
              </w:rPr>
              <w:t>Literatura podstawowa:</w:t>
            </w:r>
          </w:p>
          <w:p w14:paraId="202D344E" w14:textId="77777777" w:rsidR="00A469CD" w:rsidRPr="00106C6D" w:rsidRDefault="00A469CD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073245B" w14:textId="0E282CC7" w:rsidR="003F7115" w:rsidRPr="00106C6D" w:rsidRDefault="003F7115" w:rsidP="003F7115">
            <w:pPr>
              <w:pStyle w:val="Punktygwne"/>
              <w:spacing w:before="0" w:after="0"/>
              <w:ind w:left="36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Bielańska</w:t>
            </w:r>
            <w:r w:rsidR="00332CAA">
              <w:rPr>
                <w:b w:val="0"/>
                <w:smallCaps w:val="0"/>
                <w:szCs w:val="24"/>
              </w:rPr>
              <w:t>,</w:t>
            </w:r>
            <w:r w:rsidRPr="00106C6D">
              <w:rPr>
                <w:b w:val="0"/>
                <w:smallCaps w:val="0"/>
                <w:szCs w:val="24"/>
              </w:rPr>
              <w:t xml:space="preserve"> A.(2009). </w:t>
            </w:r>
            <w:r w:rsidRPr="00332CAA">
              <w:rPr>
                <w:b w:val="0"/>
                <w:i/>
                <w:iCs/>
                <w:smallCaps w:val="0"/>
                <w:szCs w:val="24"/>
              </w:rPr>
              <w:t>Psychodrama. Elementy teorii i praktyki</w:t>
            </w:r>
            <w:r w:rsidRPr="00106C6D">
              <w:rPr>
                <w:b w:val="0"/>
                <w:smallCaps w:val="0"/>
                <w:szCs w:val="24"/>
              </w:rPr>
              <w:t>. Warszawa: Eneteia.</w:t>
            </w:r>
          </w:p>
          <w:p w14:paraId="6C468F19" w14:textId="64278B50" w:rsidR="003F7115" w:rsidRPr="00106C6D" w:rsidRDefault="003F7115" w:rsidP="003F7115">
            <w:pPr>
              <w:pStyle w:val="Punktygwne"/>
              <w:spacing w:before="0" w:after="0"/>
              <w:ind w:left="36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Stankiewicz</w:t>
            </w:r>
            <w:r w:rsidR="00332CAA">
              <w:rPr>
                <w:b w:val="0"/>
                <w:smallCaps w:val="0"/>
                <w:szCs w:val="24"/>
              </w:rPr>
              <w:t>,</w:t>
            </w:r>
            <w:r w:rsidRPr="00106C6D">
              <w:rPr>
                <w:b w:val="0"/>
                <w:smallCaps w:val="0"/>
                <w:szCs w:val="24"/>
              </w:rPr>
              <w:t xml:space="preserve"> S,. Tomczak</w:t>
            </w:r>
            <w:r w:rsidR="00332CAA">
              <w:rPr>
                <w:b w:val="0"/>
                <w:smallCaps w:val="0"/>
                <w:szCs w:val="24"/>
              </w:rPr>
              <w:t>,</w:t>
            </w:r>
            <w:r w:rsidRPr="00106C6D">
              <w:rPr>
                <w:b w:val="0"/>
                <w:smallCaps w:val="0"/>
                <w:szCs w:val="24"/>
              </w:rPr>
              <w:t xml:space="preserve"> K. (2012). </w:t>
            </w:r>
            <w:r w:rsidRPr="00332CAA">
              <w:rPr>
                <w:b w:val="0"/>
                <w:i/>
                <w:iCs/>
                <w:smallCaps w:val="0"/>
                <w:szCs w:val="24"/>
              </w:rPr>
              <w:t>Psychodrama w psychoterapii</w:t>
            </w:r>
            <w:r w:rsidRPr="00106C6D">
              <w:rPr>
                <w:b w:val="0"/>
                <w:smallCaps w:val="0"/>
                <w:szCs w:val="24"/>
              </w:rPr>
              <w:t>. Gdańsk: GWP.</w:t>
            </w:r>
          </w:p>
          <w:p w14:paraId="69EC9C54" w14:textId="77777777" w:rsidR="003F7115" w:rsidRPr="00106C6D" w:rsidRDefault="003F7115" w:rsidP="003F7115">
            <w:pPr>
              <w:pStyle w:val="Punktygwne"/>
              <w:spacing w:before="0" w:after="0"/>
              <w:ind w:left="36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Stadler C. (2018). </w:t>
            </w:r>
            <w:r w:rsidRPr="00332CAA">
              <w:rPr>
                <w:b w:val="0"/>
                <w:i/>
                <w:iCs/>
                <w:smallCaps w:val="0"/>
                <w:szCs w:val="24"/>
              </w:rPr>
              <w:t>Psychodrama w teorii i praktyce</w:t>
            </w:r>
            <w:r w:rsidRPr="00106C6D">
              <w:rPr>
                <w:b w:val="0"/>
                <w:smallCaps w:val="0"/>
                <w:szCs w:val="24"/>
              </w:rPr>
              <w:t>. Warszawa: Eneteia.</w:t>
            </w:r>
          </w:p>
          <w:p w14:paraId="78289A22" w14:textId="77777777" w:rsidR="00DA323B" w:rsidRPr="00106C6D" w:rsidRDefault="00DA323B" w:rsidP="003F711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106C6D" w14:paraId="0D880534" w14:textId="77777777" w:rsidTr="00106C6D">
        <w:trPr>
          <w:trHeight w:val="397"/>
        </w:trPr>
        <w:tc>
          <w:tcPr>
            <w:tcW w:w="5000" w:type="pct"/>
          </w:tcPr>
          <w:p w14:paraId="348341D9" w14:textId="013C69C2" w:rsidR="00156B80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A469CD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05B1EDA7" w14:textId="77777777" w:rsidR="00A469CD" w:rsidRPr="00A469CD" w:rsidRDefault="00A469CD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5A55B68A" w14:textId="5C186C01" w:rsidR="00D10461" w:rsidRPr="00106C6D" w:rsidRDefault="00D10461" w:rsidP="00A7158F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Pawlik</w:t>
            </w:r>
            <w:r w:rsidR="00332CAA">
              <w:rPr>
                <w:b w:val="0"/>
                <w:smallCaps w:val="0"/>
                <w:szCs w:val="24"/>
              </w:rPr>
              <w:t>,</w:t>
            </w:r>
            <w:r w:rsidRPr="00106C6D">
              <w:rPr>
                <w:b w:val="0"/>
                <w:smallCaps w:val="0"/>
                <w:szCs w:val="24"/>
              </w:rPr>
              <w:t xml:space="preserve"> J. (red.) 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(2012). </w:t>
            </w:r>
            <w:r w:rsidRPr="00332CAA">
              <w:rPr>
                <w:b w:val="0"/>
                <w:i/>
                <w:iCs/>
                <w:smallCaps w:val="0"/>
                <w:szCs w:val="24"/>
              </w:rPr>
              <w:t>Psychodrama i techniki niewerbalne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. Warszawa: </w:t>
            </w:r>
            <w:r w:rsidRPr="00106C6D">
              <w:rPr>
                <w:b w:val="0"/>
                <w:smallCaps w:val="0"/>
                <w:szCs w:val="24"/>
              </w:rPr>
              <w:t>Eneteia</w:t>
            </w:r>
            <w:r w:rsidR="003F7115" w:rsidRPr="00106C6D">
              <w:rPr>
                <w:b w:val="0"/>
                <w:smallCaps w:val="0"/>
                <w:szCs w:val="24"/>
              </w:rPr>
              <w:t>.</w:t>
            </w:r>
            <w:r w:rsidRPr="00106C6D">
              <w:rPr>
                <w:b w:val="0"/>
                <w:smallCaps w:val="0"/>
                <w:szCs w:val="24"/>
              </w:rPr>
              <w:t xml:space="preserve"> </w:t>
            </w:r>
          </w:p>
          <w:p w14:paraId="744356A0" w14:textId="7879EE95" w:rsidR="00D10461" w:rsidRPr="00106C6D" w:rsidRDefault="00A7158F" w:rsidP="00A7158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 xml:space="preserve">            </w:t>
            </w:r>
            <w:r w:rsidR="00D10461" w:rsidRPr="00106C6D">
              <w:rPr>
                <w:b w:val="0"/>
                <w:smallCaps w:val="0"/>
                <w:szCs w:val="24"/>
              </w:rPr>
              <w:t>Sikorski W.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 (2019). </w:t>
            </w:r>
            <w:r w:rsidR="00D10461" w:rsidRPr="00332CAA">
              <w:rPr>
                <w:b w:val="0"/>
                <w:i/>
                <w:iCs/>
                <w:smallCaps w:val="0"/>
                <w:szCs w:val="24"/>
              </w:rPr>
              <w:t>Psychoterapia sprzyjająca mózgowi</w:t>
            </w:r>
            <w:r w:rsidR="00332CAA">
              <w:rPr>
                <w:b w:val="0"/>
                <w:i/>
                <w:iCs/>
                <w:smallCaps w:val="0"/>
                <w:szCs w:val="24"/>
              </w:rPr>
              <w:t>.</w:t>
            </w:r>
            <w:r w:rsidR="00D10461" w:rsidRPr="00106C6D">
              <w:rPr>
                <w:b w:val="0"/>
                <w:smallCaps w:val="0"/>
                <w:szCs w:val="24"/>
              </w:rPr>
              <w:t xml:space="preserve"> 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Warszawa: </w:t>
            </w:r>
            <w:r w:rsidR="00D10461" w:rsidRPr="00106C6D">
              <w:rPr>
                <w:b w:val="0"/>
                <w:smallCaps w:val="0"/>
                <w:szCs w:val="24"/>
              </w:rPr>
              <w:t>Difin</w:t>
            </w:r>
            <w:r w:rsidR="003F7115" w:rsidRPr="00106C6D">
              <w:rPr>
                <w:b w:val="0"/>
                <w:smallCaps w:val="0"/>
                <w:szCs w:val="24"/>
              </w:rPr>
              <w:t>.</w:t>
            </w:r>
          </w:p>
          <w:p w14:paraId="581C6198" w14:textId="76D23942" w:rsidR="00156B80" w:rsidRPr="00106C6D" w:rsidRDefault="00EE1AE7" w:rsidP="00A7158F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106C6D">
              <w:rPr>
                <w:b w:val="0"/>
                <w:smallCaps w:val="0"/>
                <w:szCs w:val="24"/>
              </w:rPr>
              <w:t>Roine</w:t>
            </w:r>
            <w:r w:rsidR="00332CAA">
              <w:rPr>
                <w:b w:val="0"/>
                <w:smallCaps w:val="0"/>
                <w:szCs w:val="24"/>
              </w:rPr>
              <w:t>,</w:t>
            </w:r>
            <w:r w:rsidRPr="00106C6D">
              <w:rPr>
                <w:b w:val="0"/>
                <w:smallCaps w:val="0"/>
                <w:szCs w:val="24"/>
              </w:rPr>
              <w:t xml:space="preserve"> E. </w:t>
            </w:r>
            <w:r w:rsidR="00A7158F" w:rsidRPr="00106C6D">
              <w:rPr>
                <w:b w:val="0"/>
                <w:smallCaps w:val="0"/>
                <w:szCs w:val="24"/>
              </w:rPr>
              <w:t xml:space="preserve">(2005). </w:t>
            </w:r>
            <w:r w:rsidRPr="00332CAA">
              <w:rPr>
                <w:b w:val="0"/>
                <w:i/>
                <w:iCs/>
                <w:smallCaps w:val="0"/>
                <w:szCs w:val="24"/>
              </w:rPr>
              <w:t>Psychodrama. O tym, jak grać główną rolę w swoim życiu</w:t>
            </w:r>
            <w:r w:rsidR="00332CAA">
              <w:rPr>
                <w:b w:val="0"/>
                <w:smallCaps w:val="0"/>
                <w:szCs w:val="24"/>
              </w:rPr>
              <w:t>.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 Warszawa: </w:t>
            </w:r>
            <w:r w:rsidR="00A7158F" w:rsidRPr="00106C6D">
              <w:rPr>
                <w:b w:val="0"/>
                <w:smallCaps w:val="0"/>
                <w:szCs w:val="24"/>
              </w:rPr>
              <w:t xml:space="preserve"> Wydawnictwo</w:t>
            </w:r>
            <w:r w:rsidR="003F7115" w:rsidRPr="00106C6D">
              <w:rPr>
                <w:b w:val="0"/>
                <w:smallCaps w:val="0"/>
                <w:szCs w:val="24"/>
              </w:rPr>
              <w:t xml:space="preserve"> Medycyna i Edukacja</w:t>
            </w:r>
            <w:r w:rsidR="00A7158F" w:rsidRPr="00106C6D">
              <w:rPr>
                <w:b w:val="0"/>
                <w:smallCaps w:val="0"/>
                <w:szCs w:val="24"/>
              </w:rPr>
              <w:t>.</w:t>
            </w:r>
          </w:p>
          <w:p w14:paraId="05579F54" w14:textId="77777777" w:rsidR="00DA323B" w:rsidRPr="00106C6D" w:rsidRDefault="00DA323B" w:rsidP="00156B80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63C4B65" w14:textId="77777777" w:rsidR="00DA323B" w:rsidRPr="00106C6D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27099DB1" w14:textId="77777777" w:rsidR="0085747A" w:rsidRPr="00106C6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106C6D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106C6D">
        <w:rPr>
          <w:b w:val="0"/>
          <w:smallCaps w:val="0"/>
          <w:szCs w:val="24"/>
        </w:rPr>
        <w:t>Akceptacja Kierownika Jednostki lub osoby upoważnionej</w:t>
      </w:r>
    </w:p>
    <w:sectPr w:rsidR="0085747A" w:rsidRPr="00106C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46D76" w14:textId="77777777" w:rsidR="0052713A" w:rsidRDefault="0052713A" w:rsidP="00C16ABF">
      <w:pPr>
        <w:spacing w:after="0" w:line="240" w:lineRule="auto"/>
      </w:pPr>
      <w:r>
        <w:separator/>
      </w:r>
    </w:p>
  </w:endnote>
  <w:endnote w:type="continuationSeparator" w:id="0">
    <w:p w14:paraId="579B828B" w14:textId="77777777" w:rsidR="0052713A" w:rsidRDefault="005271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E0BDF" w14:textId="77777777" w:rsidR="0052713A" w:rsidRDefault="0052713A" w:rsidP="00C16ABF">
      <w:pPr>
        <w:spacing w:after="0" w:line="240" w:lineRule="auto"/>
      </w:pPr>
      <w:r>
        <w:separator/>
      </w:r>
    </w:p>
  </w:footnote>
  <w:footnote w:type="continuationSeparator" w:id="0">
    <w:p w14:paraId="710C736C" w14:textId="77777777" w:rsidR="0052713A" w:rsidRDefault="0052713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754541"/>
    <w:multiLevelType w:val="hybridMultilevel"/>
    <w:tmpl w:val="01F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C1B92"/>
    <w:multiLevelType w:val="hybridMultilevel"/>
    <w:tmpl w:val="C2106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534651">
    <w:abstractNumId w:val="0"/>
  </w:num>
  <w:num w:numId="2" w16cid:durableId="441268248">
    <w:abstractNumId w:val="1"/>
  </w:num>
  <w:num w:numId="3" w16cid:durableId="156240192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55F"/>
    <w:rsid w:val="00015B8F"/>
    <w:rsid w:val="00022ECE"/>
    <w:rsid w:val="00033B02"/>
    <w:rsid w:val="00042A51"/>
    <w:rsid w:val="00042D2E"/>
    <w:rsid w:val="00044C82"/>
    <w:rsid w:val="00054FAB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0D9"/>
    <w:rsid w:val="000C13FF"/>
    <w:rsid w:val="000C5696"/>
    <w:rsid w:val="000D04B0"/>
    <w:rsid w:val="000E00EF"/>
    <w:rsid w:val="000F1C57"/>
    <w:rsid w:val="000F5615"/>
    <w:rsid w:val="00106C6D"/>
    <w:rsid w:val="00107219"/>
    <w:rsid w:val="00112CCA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97237"/>
    <w:rsid w:val="001A70D2"/>
    <w:rsid w:val="001C498C"/>
    <w:rsid w:val="001C660D"/>
    <w:rsid w:val="001D27B6"/>
    <w:rsid w:val="001D2E04"/>
    <w:rsid w:val="001D657B"/>
    <w:rsid w:val="001D7B54"/>
    <w:rsid w:val="001E0209"/>
    <w:rsid w:val="001F2CA2"/>
    <w:rsid w:val="001F7DC8"/>
    <w:rsid w:val="00201147"/>
    <w:rsid w:val="00201E31"/>
    <w:rsid w:val="00212C47"/>
    <w:rsid w:val="002144C0"/>
    <w:rsid w:val="00216238"/>
    <w:rsid w:val="00222CB7"/>
    <w:rsid w:val="0022369C"/>
    <w:rsid w:val="0022413C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E6B0D"/>
    <w:rsid w:val="002F02A3"/>
    <w:rsid w:val="002F4ABE"/>
    <w:rsid w:val="003018BA"/>
    <w:rsid w:val="0030395F"/>
    <w:rsid w:val="00305C92"/>
    <w:rsid w:val="0030773B"/>
    <w:rsid w:val="003151C5"/>
    <w:rsid w:val="00323F93"/>
    <w:rsid w:val="00332CAA"/>
    <w:rsid w:val="003343CF"/>
    <w:rsid w:val="00346FE9"/>
    <w:rsid w:val="0034759A"/>
    <w:rsid w:val="003503F6"/>
    <w:rsid w:val="003530DD"/>
    <w:rsid w:val="00363F78"/>
    <w:rsid w:val="00365B34"/>
    <w:rsid w:val="0039154C"/>
    <w:rsid w:val="003A0A5B"/>
    <w:rsid w:val="003A1176"/>
    <w:rsid w:val="003A6D87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15"/>
    <w:rsid w:val="003F71AE"/>
    <w:rsid w:val="00404F69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220"/>
    <w:rsid w:val="004968E2"/>
    <w:rsid w:val="004A3EEA"/>
    <w:rsid w:val="004A4D1F"/>
    <w:rsid w:val="004A6692"/>
    <w:rsid w:val="004B09F3"/>
    <w:rsid w:val="004D5282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2713A"/>
    <w:rsid w:val="005363C4"/>
    <w:rsid w:val="00536BDE"/>
    <w:rsid w:val="00543ACC"/>
    <w:rsid w:val="00545DC1"/>
    <w:rsid w:val="0056696D"/>
    <w:rsid w:val="00573EF9"/>
    <w:rsid w:val="0059484D"/>
    <w:rsid w:val="005A0855"/>
    <w:rsid w:val="005A3196"/>
    <w:rsid w:val="005B3822"/>
    <w:rsid w:val="005C080F"/>
    <w:rsid w:val="005C55E5"/>
    <w:rsid w:val="005C696A"/>
    <w:rsid w:val="005E6E85"/>
    <w:rsid w:val="005F0953"/>
    <w:rsid w:val="005F1F7D"/>
    <w:rsid w:val="005F249C"/>
    <w:rsid w:val="005F31D2"/>
    <w:rsid w:val="0060107A"/>
    <w:rsid w:val="00606A26"/>
    <w:rsid w:val="0061029B"/>
    <w:rsid w:val="006132C9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420C"/>
    <w:rsid w:val="00675671"/>
    <w:rsid w:val="00675843"/>
    <w:rsid w:val="00676A10"/>
    <w:rsid w:val="00685CCD"/>
    <w:rsid w:val="00696477"/>
    <w:rsid w:val="006A02D5"/>
    <w:rsid w:val="006A4353"/>
    <w:rsid w:val="006D050F"/>
    <w:rsid w:val="006D6139"/>
    <w:rsid w:val="006E212C"/>
    <w:rsid w:val="006E5D65"/>
    <w:rsid w:val="006F1282"/>
    <w:rsid w:val="006F1FBC"/>
    <w:rsid w:val="006F31E2"/>
    <w:rsid w:val="006F53CF"/>
    <w:rsid w:val="006F7ED7"/>
    <w:rsid w:val="00706544"/>
    <w:rsid w:val="007068B5"/>
    <w:rsid w:val="007072BA"/>
    <w:rsid w:val="00712EAE"/>
    <w:rsid w:val="00713F8D"/>
    <w:rsid w:val="0071423C"/>
    <w:rsid w:val="0071620A"/>
    <w:rsid w:val="00724677"/>
    <w:rsid w:val="00725459"/>
    <w:rsid w:val="00731A8B"/>
    <w:rsid w:val="007327BD"/>
    <w:rsid w:val="00734608"/>
    <w:rsid w:val="007348FC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0F19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7F4CF3"/>
    <w:rsid w:val="0081554D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2CCC"/>
    <w:rsid w:val="008D3DFB"/>
    <w:rsid w:val="008D3E28"/>
    <w:rsid w:val="008D4F42"/>
    <w:rsid w:val="008E64F4"/>
    <w:rsid w:val="008F03B0"/>
    <w:rsid w:val="008F12C9"/>
    <w:rsid w:val="008F6E29"/>
    <w:rsid w:val="008F70AB"/>
    <w:rsid w:val="00904AA2"/>
    <w:rsid w:val="00916188"/>
    <w:rsid w:val="00923D7D"/>
    <w:rsid w:val="00931506"/>
    <w:rsid w:val="00936E0D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49BA"/>
    <w:rsid w:val="009E2129"/>
    <w:rsid w:val="009E3B41"/>
    <w:rsid w:val="009F3C5C"/>
    <w:rsid w:val="009F4610"/>
    <w:rsid w:val="00A00ECC"/>
    <w:rsid w:val="00A0489D"/>
    <w:rsid w:val="00A11464"/>
    <w:rsid w:val="00A12691"/>
    <w:rsid w:val="00A155EE"/>
    <w:rsid w:val="00A2245B"/>
    <w:rsid w:val="00A30110"/>
    <w:rsid w:val="00A33471"/>
    <w:rsid w:val="00A349ED"/>
    <w:rsid w:val="00A36899"/>
    <w:rsid w:val="00A36976"/>
    <w:rsid w:val="00A371F6"/>
    <w:rsid w:val="00A43BF6"/>
    <w:rsid w:val="00A469CD"/>
    <w:rsid w:val="00A53FA5"/>
    <w:rsid w:val="00A54817"/>
    <w:rsid w:val="00A601C8"/>
    <w:rsid w:val="00A60799"/>
    <w:rsid w:val="00A7158F"/>
    <w:rsid w:val="00A744B1"/>
    <w:rsid w:val="00A84C85"/>
    <w:rsid w:val="00A91194"/>
    <w:rsid w:val="00A97DE1"/>
    <w:rsid w:val="00AA35EA"/>
    <w:rsid w:val="00AB053C"/>
    <w:rsid w:val="00AC1531"/>
    <w:rsid w:val="00AD1146"/>
    <w:rsid w:val="00AD27D3"/>
    <w:rsid w:val="00AD66D6"/>
    <w:rsid w:val="00AE1160"/>
    <w:rsid w:val="00AE203C"/>
    <w:rsid w:val="00AE2E74"/>
    <w:rsid w:val="00AE5FCB"/>
    <w:rsid w:val="00AF1D42"/>
    <w:rsid w:val="00AF2C1E"/>
    <w:rsid w:val="00B0496C"/>
    <w:rsid w:val="00B06142"/>
    <w:rsid w:val="00B12990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003"/>
    <w:rsid w:val="00C21B3D"/>
    <w:rsid w:val="00C23390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0E31"/>
    <w:rsid w:val="00CD6897"/>
    <w:rsid w:val="00CE5BAC"/>
    <w:rsid w:val="00CF25BE"/>
    <w:rsid w:val="00CF78ED"/>
    <w:rsid w:val="00D02B25"/>
    <w:rsid w:val="00D02EBA"/>
    <w:rsid w:val="00D043D4"/>
    <w:rsid w:val="00D05370"/>
    <w:rsid w:val="00D10461"/>
    <w:rsid w:val="00D1376A"/>
    <w:rsid w:val="00D17C3C"/>
    <w:rsid w:val="00D24567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90B5C"/>
    <w:rsid w:val="00DA2114"/>
    <w:rsid w:val="00DA323B"/>
    <w:rsid w:val="00DB7C40"/>
    <w:rsid w:val="00DE09C0"/>
    <w:rsid w:val="00DE42A9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315"/>
    <w:rsid w:val="00E93383"/>
    <w:rsid w:val="00E94E88"/>
    <w:rsid w:val="00E960BB"/>
    <w:rsid w:val="00EA1B07"/>
    <w:rsid w:val="00EA2074"/>
    <w:rsid w:val="00EA372B"/>
    <w:rsid w:val="00EA4832"/>
    <w:rsid w:val="00EA4E9D"/>
    <w:rsid w:val="00EB1BDF"/>
    <w:rsid w:val="00EB5B33"/>
    <w:rsid w:val="00EC4899"/>
    <w:rsid w:val="00ED03AB"/>
    <w:rsid w:val="00ED18C3"/>
    <w:rsid w:val="00ED32D2"/>
    <w:rsid w:val="00EE1AE7"/>
    <w:rsid w:val="00EE32DE"/>
    <w:rsid w:val="00EE5457"/>
    <w:rsid w:val="00F02DD1"/>
    <w:rsid w:val="00F070AB"/>
    <w:rsid w:val="00F146B5"/>
    <w:rsid w:val="00F17567"/>
    <w:rsid w:val="00F17B02"/>
    <w:rsid w:val="00F27A7B"/>
    <w:rsid w:val="00F47417"/>
    <w:rsid w:val="00F518DE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8F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8F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B3C17-E0CB-42F2-894A-4FEAD35B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849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Bator</cp:lastModifiedBy>
  <cp:revision>13</cp:revision>
  <cp:lastPrinted>2019-12-09T10:29:00Z</cp:lastPrinted>
  <dcterms:created xsi:type="dcterms:W3CDTF">2022-11-15T08:16:00Z</dcterms:created>
  <dcterms:modified xsi:type="dcterms:W3CDTF">2023-05-31T11:08:00Z</dcterms:modified>
</cp:coreProperties>
</file>